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087ED7">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087ED7">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087ED7">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087ED7">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087ED7">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087ED7">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087ED7">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087ED7">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087ED7">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087ED7">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087ED7">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087ED7">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087ED7">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087ED7">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087ED7">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087ED7">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087ED7">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087ED7">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087ED7">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087ED7">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087ED7">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087ED7">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087ED7">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087ED7">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087ED7">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087ED7">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087ED7">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087ED7">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087ED7">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087ED7">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087ED7">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087ED7">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087ED7">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087ED7">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087ED7">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087ED7">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087ED7">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087ED7">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087ED7">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087ED7">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087ED7">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087ED7">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087ED7">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087ED7">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087ED7">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087ED7">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087ED7">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087ED7">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087ED7">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087ED7">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087ED7">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087ED7">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087ED7">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087ED7">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087ED7">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087ED7">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1E5CF9">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1E5CF9">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1E5CF9">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1E5CF9">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1E5CF9">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663DD6FB"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1E5CF9">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335BF29E"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1E5CF9">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1E5CF9">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578EF959"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1E5CF9">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1E5CF9">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1E5CF9">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1E5CF9">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1E5CF9">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566236C9" w:rsidR="00DD0D61" w:rsidRPr="00D10BF0" w:rsidRDefault="00414230" w:rsidP="001E5CF9">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1E5CF9">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2AA1ECED"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1E5CF9">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14A9E348" w:rsidR="00A56198" w:rsidRPr="00D10BF0" w:rsidRDefault="00A56198" w:rsidP="001E5CF9">
      <w:pPr>
        <w:pStyle w:val="Heading4"/>
      </w:pPr>
      <w:bookmarkStart w:id="65" w:name="_Ref7514364"/>
      <w:r w:rsidRPr="00D10BF0">
        <w:t>Súčasťou ponuky musia byť nasledujúce doklady / dokumenty:</w:t>
      </w:r>
      <w:bookmarkEnd w:id="65"/>
      <w:r w:rsidRPr="00D10BF0">
        <w:t xml:space="preserve"> </w:t>
      </w:r>
    </w:p>
    <w:p w14:paraId="13453BEF" w14:textId="6BE4F02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1E5CF9">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1E5CF9">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1E5CF9">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1E5CF9">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1E5CF9">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1E5CF9">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1E5CF9">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060DFDB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1E5CF9">
      <w:pPr>
        <w:pStyle w:val="Heading4"/>
      </w:pPr>
      <w:r w:rsidRPr="00D10BF0">
        <w:t>Neumožňuje sa predložiť variantné riešenie.</w:t>
      </w:r>
    </w:p>
    <w:p w14:paraId="29226E9A" w14:textId="661DD81B"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1E5CF9">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1E5CF9">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1E5CF9">
      <w:pPr>
        <w:pStyle w:val="Heading4"/>
      </w:pPr>
      <w:r w:rsidRPr="00D10BF0">
        <w:t>Lehota viazanosti ponúk nepresiahne 12 mesiacov od uplynutia lehoty na predkladanie ponúk.</w:t>
      </w:r>
    </w:p>
    <w:p w14:paraId="7772D8BD" w14:textId="7A6AB21B"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1E5CF9">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078A184"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1E5CF9">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1E5CF9">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1E5CF9">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1E5CF9">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1E5CF9">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1E5CF9">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1E5CF9">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1E5CF9">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1E5CF9">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1E5CF9">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49D2752C"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1E5CF9">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1E5CF9">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1E5CF9">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1B8DA397" w:rsidR="003E395A" w:rsidRPr="00D10BF0"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34734223"/>
      <w:bookmarkEnd w:id="147"/>
      <w:bookmarkEnd w:id="148"/>
      <w:bookmarkEnd w:id="149"/>
      <w:bookmarkEnd w:id="150"/>
      <w:bookmarkEnd w:id="151"/>
      <w:bookmarkEnd w:id="152"/>
      <w:r w:rsidRPr="00D10BF0">
        <w:t xml:space="preserve">Obhliadka miesta dodania </w:t>
      </w:r>
      <w:r w:rsidR="007D674D" w:rsidRPr="00D10BF0">
        <w:t>Predmet</w:t>
      </w:r>
      <w:r w:rsidRPr="00D10BF0">
        <w:t>u zákazky</w:t>
      </w:r>
      <w:bookmarkEnd w:id="153"/>
      <w:bookmarkEnd w:id="154"/>
      <w:bookmarkEnd w:id="155"/>
      <w:bookmarkEnd w:id="156"/>
      <w:bookmarkEnd w:id="157"/>
    </w:p>
    <w:p w14:paraId="2DD556C2" w14:textId="790BEDA0" w:rsidR="007D6338" w:rsidRDefault="007D6338" w:rsidP="001E5CF9">
      <w:pPr>
        <w:pStyle w:val="Heading4"/>
      </w:pPr>
      <w:r>
        <w:t xml:space="preserve">Obhliadka miesta realizácie predmetu zákazky nie je povinná. Záujemcom sa však dôrazne odporúča vykonať obhliadku miesta plnenia z dôvodu získania údajov, ktoré môžu byť potrebné pre prípravu ponuky na predmet zákazky. Obhliadka bude organizovaná pre záujemcov spoločne. Účasť na obhliadke záujemca potvrdí spolu s uvedením svojich identifikačných údajov kontaktnej osobe uvedenej v bode </w:t>
      </w:r>
      <w:r>
        <w:fldChar w:fldCharType="begin"/>
      </w:r>
      <w:r>
        <w:instrText xml:space="preserve"> REF _Ref28688540 \r \h </w:instrText>
      </w:r>
      <w:r>
        <w:fldChar w:fldCharType="separate"/>
      </w:r>
      <w:r w:rsidR="00171596">
        <w:t>14.3</w:t>
      </w:r>
      <w:r>
        <w:fldChar w:fldCharType="end"/>
      </w:r>
      <w:r>
        <w:t xml:space="preserve"> tejto časti súťažných podkladov najneskôr 24 hodín pred určeným časom obhliadky. V rovnakej lehote a rovnakým spôsobom môže záujemca z dôvodov hodných osobitného zreteľa 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r w:rsidR="00505302">
        <w:t xml:space="preserve"> </w:t>
      </w:r>
    </w:p>
    <w:p w14:paraId="6C6E2E22" w14:textId="13C5CA8E" w:rsidR="007D6338" w:rsidRDefault="007D6338" w:rsidP="001E5CF9">
      <w:pPr>
        <w:pStyle w:val="Heading4"/>
      </w:pPr>
      <w:bookmarkStart w:id="158" w:name="_Hlk34919582"/>
      <w:r>
        <w:t>Obhliadka miesta plnenia sa uskutoční dňa</w:t>
      </w:r>
      <w:r w:rsidR="00B02E87">
        <w:t xml:space="preserve"> </w:t>
      </w:r>
      <w:r w:rsidR="00D31BD8" w:rsidRPr="007B57A4">
        <w:rPr>
          <w:b/>
          <w:bCs/>
        </w:rPr>
        <w:t>30.03.2020</w:t>
      </w:r>
      <w:r w:rsidRPr="007B57A4">
        <w:rPr>
          <w:b/>
          <w:bCs/>
        </w:rPr>
        <w:t xml:space="preserve"> o </w:t>
      </w:r>
      <w:r w:rsidR="00D31BD8" w:rsidRPr="007B57A4">
        <w:rPr>
          <w:b/>
          <w:bCs/>
        </w:rPr>
        <w:t>10:30 hod</w:t>
      </w:r>
      <w:r w:rsidR="00D31BD8">
        <w:t xml:space="preserve"> </w:t>
      </w:r>
      <w:r>
        <w:t xml:space="preserve">so stretnutím na nasledovnej adrese </w:t>
      </w:r>
      <w:r w:rsidR="00D31BD8">
        <w:t xml:space="preserve">Obecný úrad, </w:t>
      </w:r>
      <w:r w:rsidR="00D31BD8" w:rsidRPr="00D31BD8">
        <w:t>Kráľová pri Senci 326, 90050 Kráľová pri Senci</w:t>
      </w:r>
      <w:r w:rsidR="00D31BD8">
        <w:t xml:space="preserve">. </w:t>
      </w:r>
      <w:r w:rsidR="00E81469">
        <w:t>V prípade okolností osobitého zreteľa (najmä s prihliadnutím na možné zákazky / príkazy súvisiace s opatreniami proti šíreniu virologických nákaz) si Verejný obstarávateľ vyhradzuje právo zmeniť termín obhliadky, pričom tento oznámi všetkým záujemcom verejne prostredníctvom systému JOSEPHINE.</w:t>
      </w:r>
      <w:r>
        <w:t xml:space="preserve">    </w:t>
      </w:r>
    </w:p>
    <w:p w14:paraId="59ECD080" w14:textId="2BE10CDB" w:rsidR="007D6338" w:rsidRDefault="007D6338" w:rsidP="001E5CF9">
      <w:pPr>
        <w:pStyle w:val="Heading4"/>
      </w:pPr>
      <w:bookmarkStart w:id="159" w:name="_Ref28688540"/>
      <w:r>
        <w:t xml:space="preserve">Kontaktnou osobou na účely obhliadky je </w:t>
      </w:r>
      <w:r w:rsidR="00B83B7F">
        <w:t xml:space="preserve">Ing. Monika Čižnárová, </w:t>
      </w:r>
      <w:r>
        <w:t xml:space="preserve">e-mail: </w:t>
      </w:r>
      <w:r w:rsidR="00B02E87" w:rsidRPr="00B02E87">
        <w:t>monikaciznarova@gmail.com</w:t>
      </w:r>
      <w:r>
        <w:t xml:space="preserve">, tel. č.: </w:t>
      </w:r>
      <w:bookmarkEnd w:id="159"/>
      <w:r w:rsidR="00B538F1">
        <w:t>0903 600 375.</w:t>
      </w:r>
    </w:p>
    <w:bookmarkEnd w:id="158"/>
    <w:p w14:paraId="1BB38B5A" w14:textId="2B6A0AFE" w:rsidR="00B01A56" w:rsidRPr="00D10BF0" w:rsidRDefault="007D6338" w:rsidP="001E5CF9">
      <w:pPr>
        <w:pStyle w:val="Heading4"/>
      </w:pPr>
      <w:r>
        <w:lastRenderedPageBreak/>
        <w:t>Za obdobných podmienok ako sú uvedené vyššie môže Verejný obstarávateľ prostredníctvom komunikačného rozhrania systému JOSEPHINE oznámiť dátum ďalšej obhliadky, pokiaľ to bude považovať za vhodné</w:t>
      </w:r>
      <w:r w:rsidR="00B01A56" w:rsidRPr="00D10BF0">
        <w:t>.</w:t>
      </w:r>
    </w:p>
    <w:p w14:paraId="6B3A92EC" w14:textId="30C01411" w:rsidR="00F46482" w:rsidRPr="00D10BF0" w:rsidRDefault="00F46482" w:rsidP="00370DE5">
      <w:pPr>
        <w:pStyle w:val="Heading2"/>
      </w:pPr>
      <w:bookmarkStart w:id="160" w:name="_Toc4416498"/>
      <w:bookmarkStart w:id="161" w:name="_Toc4416619"/>
      <w:bookmarkStart w:id="162" w:name="_Toc4416913"/>
      <w:bookmarkStart w:id="163" w:name="_Toc4416962"/>
      <w:bookmarkStart w:id="164" w:name="_Toc34734224"/>
      <w:r w:rsidRPr="00D10BF0">
        <w:t>Príprava ponuky</w:t>
      </w:r>
      <w:bookmarkEnd w:id="160"/>
      <w:bookmarkEnd w:id="161"/>
      <w:bookmarkEnd w:id="162"/>
      <w:bookmarkEnd w:id="163"/>
      <w:bookmarkEnd w:id="164"/>
    </w:p>
    <w:p w14:paraId="41235DAC" w14:textId="1D35FF10" w:rsidR="00B25D70" w:rsidRPr="00D10BF0" w:rsidRDefault="00B25D70" w:rsidP="00DB3EC1">
      <w:pPr>
        <w:pStyle w:val="Heading3"/>
      </w:pPr>
      <w:bookmarkStart w:id="165" w:name="_Toc444084950"/>
      <w:bookmarkStart w:id="166" w:name="_Toc4416620"/>
      <w:bookmarkStart w:id="167" w:name="_Toc4416914"/>
      <w:bookmarkStart w:id="168" w:name="_Toc4416963"/>
      <w:bookmarkStart w:id="169" w:name="_Toc34734225"/>
      <w:r w:rsidRPr="00D10BF0">
        <w:t>Jazyk ponúk</w:t>
      </w:r>
      <w:bookmarkEnd w:id="165"/>
      <w:bookmarkEnd w:id="166"/>
      <w:bookmarkEnd w:id="167"/>
      <w:bookmarkEnd w:id="168"/>
      <w:bookmarkEnd w:id="169"/>
    </w:p>
    <w:p w14:paraId="2AC2FF94" w14:textId="3B410FF0" w:rsidR="0033293A" w:rsidRPr="00D10BF0" w:rsidRDefault="00B25D70" w:rsidP="001E5CF9">
      <w:pPr>
        <w:pStyle w:val="Heading4"/>
      </w:pPr>
      <w:r w:rsidRPr="00D10BF0">
        <w:t xml:space="preserve">Ponuky, doklady a dokumenty v nich predložené sa predkladajú v štátnom jazyku Slovenskej republiky. </w:t>
      </w:r>
      <w:bookmarkStart w:id="170" w:name="jazyky"/>
      <w:bookmarkEnd w:id="170"/>
    </w:p>
    <w:p w14:paraId="7301851D" w14:textId="0315416E" w:rsidR="0033293A" w:rsidRPr="00D10BF0" w:rsidRDefault="00B25D70" w:rsidP="001E5CF9">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4F118261" w:rsidR="00F46482" w:rsidRPr="00D10BF0" w:rsidRDefault="00F46482" w:rsidP="00DB3EC1">
      <w:pPr>
        <w:pStyle w:val="Heading3"/>
      </w:pPr>
      <w:bookmarkStart w:id="171" w:name="_Toc400006275"/>
      <w:bookmarkStart w:id="172" w:name="_Toc444084951"/>
      <w:bookmarkStart w:id="173" w:name="_Toc4416621"/>
      <w:bookmarkStart w:id="174" w:name="_Toc4416915"/>
      <w:bookmarkStart w:id="175" w:name="_Toc4416964"/>
      <w:bookmarkStart w:id="176" w:name="_Ref33624296"/>
      <w:bookmarkStart w:id="177" w:name="_Toc34734226"/>
      <w:r w:rsidRPr="00D10BF0">
        <w:t>Zábezpeka</w:t>
      </w:r>
      <w:bookmarkEnd w:id="171"/>
      <w:bookmarkEnd w:id="172"/>
      <w:bookmarkEnd w:id="173"/>
      <w:bookmarkEnd w:id="174"/>
      <w:bookmarkEnd w:id="175"/>
      <w:bookmarkEnd w:id="176"/>
      <w:bookmarkEnd w:id="177"/>
    </w:p>
    <w:p w14:paraId="3813543C" w14:textId="08F22B66" w:rsidR="00AB238B" w:rsidRPr="00D10BF0" w:rsidRDefault="00A04C69" w:rsidP="001E5CF9">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t xml:space="preserve">EUR (slovom </w:t>
      </w:r>
      <w:r w:rsidR="006065AB">
        <w:t>tristotisíc euro</w:t>
      </w:r>
      <w:r w:rsidR="00AB238B" w:rsidRPr="00D10BF0">
        <w:t>)</w:t>
      </w:r>
      <w:r w:rsidR="00D8755F" w:rsidRPr="00D10BF0">
        <w:t>.</w:t>
      </w:r>
    </w:p>
    <w:p w14:paraId="136AEE0A" w14:textId="34F9372B" w:rsidR="00DB3EC1" w:rsidRPr="00D10BF0" w:rsidRDefault="00AB238B" w:rsidP="001E5CF9">
      <w:pPr>
        <w:pStyle w:val="Heading4"/>
      </w:pPr>
      <w:bookmarkStart w:id="178" w:name="_Ref34734307"/>
      <w:r w:rsidRPr="00D10BF0">
        <w:t>Zábezpeku je možné zložiť:</w:t>
      </w:r>
      <w:bookmarkEnd w:id="178"/>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9" w:name="_Hlk7774963"/>
      <w:r w:rsidR="00FA7637" w:rsidRPr="00D10BF0">
        <w:t xml:space="preserve"> (banková záruka musí obsahovať identifik</w:t>
      </w:r>
      <w:r w:rsidR="00217EC3" w:rsidRPr="00D10BF0">
        <w:t>áciu tejto Verejnej súťaže)</w:t>
      </w:r>
      <w:bookmarkEnd w:id="179"/>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80"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80"/>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1" w:name="_Hlk7774971"/>
      <w:r w:rsidR="0026519E" w:rsidRPr="00D10BF0">
        <w:t xml:space="preserve"> (poistenie záruky musí obsahovať identifikáciu tejto Verejnej súťaže)</w:t>
      </w:r>
      <w:bookmarkEnd w:id="181"/>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lastRenderedPageBreak/>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2" w:name="_Ref4422903"/>
      <w:r w:rsidRPr="00D10BF0">
        <w:t xml:space="preserve">Zložením finančných prostriedkov na bankový účet </w:t>
      </w:r>
      <w:r w:rsidR="00A04C69" w:rsidRPr="00D10BF0">
        <w:t>Verejn</w:t>
      </w:r>
      <w:r w:rsidRPr="00D10BF0">
        <w:t>ého obstarávateľa</w:t>
      </w:r>
      <w:bookmarkEnd w:id="182"/>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 xml:space="preserve">VÚB, </w:t>
      </w:r>
      <w:proofErr w:type="spellStart"/>
      <w:r w:rsidR="008B4FD5" w:rsidRPr="008B4FD5">
        <w:t>a.s</w:t>
      </w:r>
      <w:proofErr w:type="spellEnd"/>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ého obstarávateľa najneskôr v deň uplynutia lehoty na predkladanie ponúk.</w:t>
      </w:r>
    </w:p>
    <w:p w14:paraId="5B107B6C" w14:textId="5959C6E3" w:rsidR="00AB238B" w:rsidRPr="00D10BF0" w:rsidRDefault="00AB238B" w:rsidP="001E5CF9">
      <w:pPr>
        <w:pStyle w:val="Heading4"/>
      </w:pPr>
      <w:r w:rsidRPr="00D10BF0">
        <w:t xml:space="preserve">Ak nebude platná banková záruka </w:t>
      </w:r>
      <w:bookmarkStart w:id="183" w:name="_Hlk534372810"/>
      <w:r w:rsidR="00FB1DD2" w:rsidRPr="00D10BF0">
        <w:t>alebo platné poistenie záruky</w:t>
      </w:r>
      <w:bookmarkEnd w:id="183"/>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1E5CF9">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45DB2E4A" w:rsidR="00BD1089" w:rsidRPr="00D10BF0" w:rsidRDefault="00BD1089" w:rsidP="00283EDF">
      <w:pPr>
        <w:pStyle w:val="Heading6"/>
      </w:pPr>
      <w:bookmarkStart w:id="184" w:name="_Hlk534372822"/>
      <w:r w:rsidRPr="00D10BF0">
        <w:t>uplynutia lehoty viazanosti ponúk</w:t>
      </w:r>
      <w:bookmarkEnd w:id="184"/>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1E5CF9">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5" w:name="_Toc462050409"/>
      <w:bookmarkStart w:id="186" w:name="_Toc4416622"/>
      <w:bookmarkStart w:id="187" w:name="_Toc4416916"/>
      <w:bookmarkStart w:id="188" w:name="_Toc4416965"/>
      <w:bookmarkStart w:id="189" w:name="_Toc34734227"/>
      <w:r w:rsidRPr="00D10BF0">
        <w:t>Mena a ceny uvádzané v ponukách</w:t>
      </w:r>
      <w:bookmarkEnd w:id="185"/>
      <w:bookmarkEnd w:id="186"/>
      <w:bookmarkEnd w:id="187"/>
      <w:bookmarkEnd w:id="188"/>
      <w:bookmarkEnd w:id="189"/>
    </w:p>
    <w:p w14:paraId="7474B54D" w14:textId="1336BC54" w:rsidR="003064EE" w:rsidRPr="00D10BF0" w:rsidRDefault="00AB238B" w:rsidP="001E5CF9">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1E5CF9">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1E5CF9">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 xml:space="preserve">musí byť vyjadrená ako kladné číslo zaokrúhlené na </w:t>
      </w:r>
      <w:r w:rsidRPr="00D10BF0">
        <w:lastRenderedPageBreak/>
        <w:t>maximálne dve desatinné miesta.</w:t>
      </w:r>
    </w:p>
    <w:p w14:paraId="7D93187C" w14:textId="7C8846F7" w:rsidR="000F453A" w:rsidRPr="00D10BF0" w:rsidRDefault="00AB238B" w:rsidP="001E5CF9">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1E5CF9">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199408A6" w:rsidR="00C2485B" w:rsidRPr="00D10BF0" w:rsidRDefault="00C2485B" w:rsidP="00DB3EC1">
      <w:pPr>
        <w:pStyle w:val="Heading3"/>
      </w:pPr>
      <w:bookmarkStart w:id="190" w:name="_Toc444084953"/>
      <w:bookmarkStart w:id="191" w:name="_Toc4416623"/>
      <w:bookmarkStart w:id="192" w:name="_Toc4416917"/>
      <w:bookmarkStart w:id="193" w:name="_Toc4416966"/>
      <w:bookmarkStart w:id="194" w:name="_Toc34734228"/>
      <w:r w:rsidRPr="00D10BF0">
        <w:t>Vyhotovenie ponúk</w:t>
      </w:r>
      <w:bookmarkEnd w:id="190"/>
      <w:bookmarkEnd w:id="191"/>
      <w:bookmarkEnd w:id="192"/>
      <w:bookmarkEnd w:id="193"/>
      <w:bookmarkEnd w:id="194"/>
    </w:p>
    <w:p w14:paraId="1B7A6E70" w14:textId="73F7F59D" w:rsidR="00D64850" w:rsidRPr="00D10BF0" w:rsidRDefault="00D64850" w:rsidP="001E5CF9">
      <w:pPr>
        <w:pStyle w:val="Heading4"/>
      </w:pPr>
      <w:bookmarkStart w:id="195" w:name="_Hlk534372852"/>
      <w:bookmarkStart w:id="196"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1E5CF9">
      <w:pPr>
        <w:pStyle w:val="Heading4"/>
      </w:pPr>
      <w:r w:rsidRPr="00D10BF0">
        <w:t>Uzavretosť ponuky sa zabezpečí elektronickými prostriedkami komunikačného rozhrania systému JOSEPHINE tak, aby bola zabezpečená neporušiteľnosť a integrita ponuky.</w:t>
      </w:r>
    </w:p>
    <w:p w14:paraId="268124AC" w14:textId="109D88F1" w:rsidR="00033E4E" w:rsidRPr="00D10BF0" w:rsidRDefault="00D64850" w:rsidP="001E5CF9">
      <w:pPr>
        <w:pStyle w:val="Heading4"/>
      </w:pPr>
      <w:r w:rsidRPr="00D10BF0">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5"/>
      <w:bookmarkEnd w:id="196"/>
    </w:p>
    <w:p w14:paraId="2779FA8E" w14:textId="77777777" w:rsidR="004F27F4" w:rsidRPr="00D10BF0" w:rsidRDefault="00865F5A" w:rsidP="00DB3EC1">
      <w:pPr>
        <w:pStyle w:val="Heading3"/>
      </w:pPr>
      <w:bookmarkStart w:id="197" w:name="_Toc522635414"/>
      <w:bookmarkStart w:id="198" w:name="_Toc525293228"/>
      <w:bookmarkStart w:id="199" w:name="_Toc522635415"/>
      <w:bookmarkStart w:id="200" w:name="_Toc525293229"/>
      <w:bookmarkStart w:id="201" w:name="_Toc522635416"/>
      <w:bookmarkStart w:id="202" w:name="_Toc525293230"/>
      <w:bookmarkStart w:id="203" w:name="_Toc522635417"/>
      <w:bookmarkStart w:id="204" w:name="_Toc525293231"/>
      <w:bookmarkStart w:id="205" w:name="_Toc4416624"/>
      <w:bookmarkStart w:id="206" w:name="_Toc4416918"/>
      <w:bookmarkStart w:id="207" w:name="_Toc4416967"/>
      <w:bookmarkStart w:id="208" w:name="_Ref4422488"/>
      <w:bookmarkStart w:id="209" w:name="_Toc34734229"/>
      <w:bookmarkStart w:id="210" w:name="_Toc444084954"/>
      <w:bookmarkEnd w:id="197"/>
      <w:bookmarkEnd w:id="198"/>
      <w:bookmarkEnd w:id="199"/>
      <w:bookmarkEnd w:id="200"/>
      <w:bookmarkEnd w:id="201"/>
      <w:bookmarkEnd w:id="202"/>
      <w:bookmarkEnd w:id="203"/>
      <w:bookmarkEnd w:id="204"/>
      <w:r w:rsidRPr="00D10BF0">
        <w:t>Konflikt záujmov</w:t>
      </w:r>
      <w:bookmarkEnd w:id="205"/>
      <w:bookmarkEnd w:id="206"/>
      <w:bookmarkEnd w:id="207"/>
      <w:bookmarkEnd w:id="208"/>
      <w:bookmarkEnd w:id="209"/>
    </w:p>
    <w:p w14:paraId="0D8DEC3C" w14:textId="2C1F2089" w:rsidR="00865F5A" w:rsidRPr="00D10BF0" w:rsidRDefault="003B6043" w:rsidP="001E5CF9">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1E5CF9">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1E5CF9">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1E5CF9">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1E5CF9">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75F98B00" w:rsidR="00C2485B" w:rsidRPr="00D10BF0" w:rsidRDefault="00C2485B" w:rsidP="00370DE5">
      <w:pPr>
        <w:pStyle w:val="Heading2"/>
      </w:pPr>
      <w:bookmarkStart w:id="211" w:name="_Toc4416499"/>
      <w:bookmarkStart w:id="212" w:name="_Toc4416625"/>
      <w:bookmarkStart w:id="213" w:name="_Toc4416919"/>
      <w:bookmarkStart w:id="214" w:name="_Toc4416968"/>
      <w:bookmarkStart w:id="215" w:name="_Toc34734230"/>
      <w:r w:rsidRPr="00D10BF0">
        <w:t>Predkladanie ponúk</w:t>
      </w:r>
      <w:bookmarkEnd w:id="210"/>
      <w:bookmarkEnd w:id="211"/>
      <w:bookmarkEnd w:id="212"/>
      <w:bookmarkEnd w:id="213"/>
      <w:bookmarkEnd w:id="214"/>
      <w:bookmarkEnd w:id="215"/>
    </w:p>
    <w:p w14:paraId="00516612" w14:textId="0BBF1CDA" w:rsidR="00C2485B" w:rsidRPr="00D10BF0" w:rsidRDefault="008D1C77" w:rsidP="00DB3EC1">
      <w:pPr>
        <w:pStyle w:val="Heading3"/>
      </w:pPr>
      <w:bookmarkStart w:id="216" w:name="_Toc4416626"/>
      <w:bookmarkStart w:id="217" w:name="_Toc4416920"/>
      <w:bookmarkStart w:id="218" w:name="_Toc4416969"/>
      <w:bookmarkStart w:id="219" w:name="_Ref4422340"/>
      <w:bookmarkStart w:id="220" w:name="_Ref4422394"/>
      <w:bookmarkStart w:id="221" w:name="_Ref4422409"/>
      <w:bookmarkStart w:id="222" w:name="_Ref4422725"/>
      <w:bookmarkStart w:id="223" w:name="_Ref28688803"/>
      <w:bookmarkStart w:id="224" w:name="_Ref33624358"/>
      <w:bookmarkStart w:id="225" w:name="_Ref33624364"/>
      <w:bookmarkStart w:id="226" w:name="_Toc34734231"/>
      <w:r w:rsidRPr="00D10BF0">
        <w:t>Spôsob predloženia ponuky</w:t>
      </w:r>
      <w:bookmarkEnd w:id="216"/>
      <w:bookmarkEnd w:id="217"/>
      <w:bookmarkEnd w:id="218"/>
      <w:bookmarkEnd w:id="219"/>
      <w:bookmarkEnd w:id="220"/>
      <w:bookmarkEnd w:id="221"/>
      <w:bookmarkEnd w:id="222"/>
      <w:bookmarkEnd w:id="223"/>
      <w:bookmarkEnd w:id="224"/>
      <w:bookmarkEnd w:id="225"/>
      <w:bookmarkEnd w:id="226"/>
    </w:p>
    <w:p w14:paraId="0AF3E671" w14:textId="4F774E52" w:rsidR="00D64850" w:rsidRPr="00D10BF0" w:rsidRDefault="00D64850" w:rsidP="001E5CF9">
      <w:pPr>
        <w:pStyle w:val="Heading4"/>
      </w:pPr>
      <w:bookmarkStart w:id="227" w:name="_Hlk534372883"/>
      <w:bookmarkStart w:id="228"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w:t>
      </w:r>
      <w:r w:rsidRPr="00D10BF0">
        <w:lastRenderedPageBreak/>
        <w:t xml:space="preserve">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1E5CF9">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1E5CF9">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1E5CF9">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v systéme JOSEPHINE registráciou a prihlásením pomocou občianskeho preukazu 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1E5CF9">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1E5CF9">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1E5CF9">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1E5CF9">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7"/>
    </w:p>
    <w:p w14:paraId="32D61F14" w14:textId="78598A94" w:rsidR="00C2485B" w:rsidRPr="00D10BF0" w:rsidRDefault="00C2485B" w:rsidP="00DB3EC1">
      <w:pPr>
        <w:pStyle w:val="Heading3"/>
      </w:pPr>
      <w:bookmarkStart w:id="229" w:name="_Toc522635421"/>
      <w:bookmarkStart w:id="230" w:name="_Toc525293235"/>
      <w:bookmarkStart w:id="231" w:name="_Toc522635422"/>
      <w:bookmarkStart w:id="232" w:name="_Toc525293236"/>
      <w:bookmarkStart w:id="233" w:name="_Toc522635423"/>
      <w:bookmarkStart w:id="234" w:name="_Toc525293237"/>
      <w:bookmarkStart w:id="235" w:name="_Toc522635424"/>
      <w:bookmarkStart w:id="236" w:name="_Toc525293238"/>
      <w:bookmarkStart w:id="237" w:name="_Toc522635425"/>
      <w:bookmarkStart w:id="238" w:name="_Toc525293239"/>
      <w:bookmarkStart w:id="239" w:name="_Toc522635426"/>
      <w:bookmarkStart w:id="240" w:name="_Toc525293240"/>
      <w:bookmarkStart w:id="241" w:name="_Toc522635427"/>
      <w:bookmarkStart w:id="242" w:name="_Toc525293241"/>
      <w:bookmarkStart w:id="243" w:name="_Toc444084956"/>
      <w:bookmarkStart w:id="244" w:name="_Toc4416627"/>
      <w:bookmarkStart w:id="245" w:name="_Toc4416921"/>
      <w:bookmarkStart w:id="246" w:name="_Toc4416970"/>
      <w:bookmarkStart w:id="247" w:name="_Ref4422424"/>
      <w:bookmarkStart w:id="248" w:name="_Ref4422770"/>
      <w:bookmarkStart w:id="249" w:name="_Toc34734232"/>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D10BF0">
        <w:t>Miesto a lehota na predkladanie ponúk</w:t>
      </w:r>
      <w:bookmarkEnd w:id="243"/>
      <w:bookmarkEnd w:id="244"/>
      <w:bookmarkEnd w:id="245"/>
      <w:bookmarkEnd w:id="246"/>
      <w:bookmarkEnd w:id="247"/>
      <w:bookmarkEnd w:id="248"/>
      <w:bookmarkEnd w:id="249"/>
    </w:p>
    <w:p w14:paraId="0EB4F462" w14:textId="1721C42C" w:rsidR="00133B55" w:rsidRPr="00D10BF0" w:rsidRDefault="00133B55" w:rsidP="001E5CF9">
      <w:pPr>
        <w:pStyle w:val="Heading4"/>
      </w:pPr>
      <w:bookmarkStart w:id="250" w:name="_Ref528145558"/>
      <w:bookmarkStart w:id="251" w:name="_Hlk534372908"/>
      <w:bookmarkStart w:id="252"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50"/>
      <w:r w:rsidRPr="00D10BF0">
        <w:t xml:space="preserve"> </w:t>
      </w:r>
    </w:p>
    <w:p w14:paraId="4F0FFBEA" w14:textId="77777777" w:rsidR="00133B55" w:rsidRPr="00D10BF0" w:rsidRDefault="00133B55" w:rsidP="001E5CF9">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lastRenderedPageBreak/>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6C11E008" w:rsidR="00133B55" w:rsidRPr="00D10BF0" w:rsidRDefault="00133B55" w:rsidP="001E5CF9">
      <w:pPr>
        <w:pStyle w:val="Heading4"/>
      </w:pPr>
      <w:bookmarkStart w:id="253" w:name="_Ref4423000"/>
      <w:r w:rsidRPr="00D10BF0">
        <w:t xml:space="preserve">Lehota na predkladanie ponúk uplynie: </w:t>
      </w:r>
      <w:r w:rsidR="00210892" w:rsidRPr="00F820FC">
        <w:rPr>
          <w:b/>
          <w:bCs/>
        </w:rPr>
        <w:t>23.04.2020</w:t>
      </w:r>
      <w:r w:rsidR="00210892" w:rsidRPr="00D10BF0">
        <w:t xml:space="preserve"> o </w:t>
      </w:r>
      <w:r w:rsidR="00210892" w:rsidRPr="00F820FC">
        <w:rPr>
          <w:b/>
          <w:bCs/>
        </w:rPr>
        <w:t>12:00</w:t>
      </w:r>
      <w:r w:rsidR="00210892" w:rsidRPr="00D10BF0">
        <w:t xml:space="preserve"> </w:t>
      </w:r>
      <w:r w:rsidRPr="00D10BF0">
        <w:t>hod. miestneho času.</w:t>
      </w:r>
      <w:bookmarkEnd w:id="253"/>
    </w:p>
    <w:p w14:paraId="14784177" w14:textId="229BF67B" w:rsidR="00133B55" w:rsidRPr="00D10BF0" w:rsidRDefault="00133B55" w:rsidP="001E5CF9">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1E5CF9">
      <w:pPr>
        <w:pStyle w:val="Heading4"/>
      </w:pPr>
      <w:r w:rsidRPr="00D10BF0">
        <w:t>Prípadné predĺženie lehoty na predkladanie ponúk bude uchádzačom dostatočne vopred oznámené formou elektronickej komunikácie v systéme JOSEPHINE.</w:t>
      </w:r>
      <w:bookmarkEnd w:id="251"/>
    </w:p>
    <w:p w14:paraId="1D6972BB" w14:textId="2A492908" w:rsidR="00C2485B" w:rsidRPr="00D10BF0" w:rsidRDefault="00C2485B" w:rsidP="00DB3EC1">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4734233"/>
      <w:bookmarkEnd w:id="252"/>
      <w:bookmarkEnd w:id="254"/>
      <w:bookmarkEnd w:id="255"/>
      <w:bookmarkEnd w:id="256"/>
      <w:bookmarkEnd w:id="257"/>
      <w:bookmarkEnd w:id="258"/>
      <w:bookmarkEnd w:id="259"/>
      <w:r w:rsidRPr="00D10BF0">
        <w:t>Doplnenie, zmena a odvolanie ponúk</w:t>
      </w:r>
      <w:bookmarkEnd w:id="260"/>
      <w:bookmarkEnd w:id="261"/>
      <w:bookmarkEnd w:id="262"/>
      <w:bookmarkEnd w:id="263"/>
      <w:bookmarkEnd w:id="264"/>
    </w:p>
    <w:p w14:paraId="62CA447D" w14:textId="729A4577" w:rsidR="00454A07" w:rsidRPr="00D10BF0" w:rsidRDefault="00454A07" w:rsidP="001E5CF9">
      <w:pPr>
        <w:pStyle w:val="Heading4"/>
      </w:pPr>
      <w:bookmarkStart w:id="265" w:name="_Hlk7688009"/>
      <w:bookmarkStart w:id="266" w:name="_Hlk534372936"/>
      <w:bookmarkStart w:id="267"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5"/>
      <w:r w:rsidRPr="00D10BF0">
        <w:t>.</w:t>
      </w:r>
    </w:p>
    <w:p w14:paraId="082CE091" w14:textId="554B8763" w:rsidR="007600E6" w:rsidRPr="00D10BF0" w:rsidRDefault="00EF2D37" w:rsidP="00370DE5">
      <w:pPr>
        <w:pStyle w:val="Heading2"/>
      </w:pPr>
      <w:bookmarkStart w:id="268" w:name="_2nusc19" w:colFirst="0" w:colLast="0"/>
      <w:bookmarkStart w:id="269" w:name="_Toc7514027"/>
      <w:bookmarkStart w:id="270" w:name="_Toc7514340"/>
      <w:bookmarkStart w:id="271" w:name="_Toc7514392"/>
      <w:bookmarkStart w:id="272" w:name="_Toc7522203"/>
      <w:bookmarkStart w:id="273" w:name="_Toc7532882"/>
      <w:bookmarkStart w:id="274" w:name="_Toc7684627"/>
      <w:bookmarkStart w:id="275" w:name="_Toc444084958"/>
      <w:bookmarkStart w:id="276" w:name="_Toc4416500"/>
      <w:bookmarkStart w:id="277" w:name="_Toc4416629"/>
      <w:bookmarkStart w:id="278" w:name="_Toc4416923"/>
      <w:bookmarkStart w:id="279" w:name="_Toc4416972"/>
      <w:bookmarkStart w:id="280" w:name="_Toc34734234"/>
      <w:bookmarkEnd w:id="266"/>
      <w:bookmarkEnd w:id="267"/>
      <w:bookmarkEnd w:id="268"/>
      <w:bookmarkEnd w:id="269"/>
      <w:bookmarkEnd w:id="270"/>
      <w:bookmarkEnd w:id="271"/>
      <w:bookmarkEnd w:id="272"/>
      <w:bookmarkEnd w:id="273"/>
      <w:bookmarkEnd w:id="274"/>
      <w:r w:rsidRPr="00D10BF0">
        <w:t>Otváranie a vyhodnotenie ponúk</w:t>
      </w:r>
      <w:bookmarkEnd w:id="275"/>
      <w:bookmarkEnd w:id="276"/>
      <w:bookmarkEnd w:id="277"/>
      <w:bookmarkEnd w:id="278"/>
      <w:bookmarkEnd w:id="279"/>
      <w:bookmarkEnd w:id="280"/>
    </w:p>
    <w:p w14:paraId="3CAFBEA5" w14:textId="78853DAF" w:rsidR="00EF2D37" w:rsidRPr="00D10BF0" w:rsidRDefault="00EF2D37" w:rsidP="00DB3EC1">
      <w:pPr>
        <w:pStyle w:val="Heading3"/>
      </w:pPr>
      <w:bookmarkStart w:id="281" w:name="_Toc4416630"/>
      <w:bookmarkStart w:id="282" w:name="_Toc4416924"/>
      <w:bookmarkStart w:id="283" w:name="_Toc4416973"/>
      <w:bookmarkStart w:id="284" w:name="_Toc34734235"/>
      <w:bookmarkStart w:id="285" w:name="_Toc444084959"/>
      <w:r w:rsidRPr="00D10BF0">
        <w:t>Otváranie ponúk</w:t>
      </w:r>
      <w:bookmarkEnd w:id="281"/>
      <w:bookmarkEnd w:id="282"/>
      <w:bookmarkEnd w:id="283"/>
      <w:bookmarkEnd w:id="284"/>
      <w:r w:rsidRPr="00D10BF0">
        <w:t xml:space="preserve"> </w:t>
      </w:r>
      <w:bookmarkEnd w:id="285"/>
    </w:p>
    <w:p w14:paraId="002EA768" w14:textId="67732CCE" w:rsidR="00454A07" w:rsidRPr="00D10BF0" w:rsidRDefault="00454A07" w:rsidP="001E5CF9">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1E5CF9">
      <w:pPr>
        <w:pStyle w:val="Heading4"/>
      </w:pPr>
      <w:r w:rsidRPr="00D10BF0">
        <w:t xml:space="preserve">Otváranie ponúk </w:t>
      </w:r>
      <w:bookmarkStart w:id="286" w:name="_Hlk7688065"/>
      <w:r w:rsidR="00607FC8" w:rsidRPr="00D10BF0">
        <w:t>je v nadväznosti na ustanovenie § 54 ods. 3 ZVO neverejné</w:t>
      </w:r>
      <w:bookmarkEnd w:id="286"/>
      <w:r w:rsidRPr="00D10BF0">
        <w:t>.</w:t>
      </w:r>
    </w:p>
    <w:p w14:paraId="06DF64AD" w14:textId="6414213D" w:rsidR="00EF2D37" w:rsidRPr="00D10BF0" w:rsidRDefault="00454A07" w:rsidP="001E5CF9">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7" w:name="otvaranie_miesto"/>
      <w:bookmarkEnd w:id="287"/>
      <w:r w:rsidR="00EF2D37" w:rsidRPr="00D10BF0">
        <w:t xml:space="preserve">. </w:t>
      </w:r>
    </w:p>
    <w:p w14:paraId="4325E6C3" w14:textId="37290027" w:rsidR="00EF2D37" w:rsidRPr="00D10BF0" w:rsidRDefault="00EF2D37" w:rsidP="00DB3EC1">
      <w:pPr>
        <w:pStyle w:val="Heading3"/>
      </w:pPr>
      <w:bookmarkStart w:id="288" w:name="_Toc4416631"/>
      <w:bookmarkStart w:id="289" w:name="_Toc4416925"/>
      <w:bookmarkStart w:id="290" w:name="_Toc4416974"/>
      <w:bookmarkStart w:id="291" w:name="_Ref4423141"/>
      <w:bookmarkStart w:id="292" w:name="_Ref4423334"/>
      <w:bookmarkStart w:id="293" w:name="_Ref4423373"/>
      <w:bookmarkStart w:id="294" w:name="_Toc34734236"/>
      <w:bookmarkStart w:id="295" w:name="_Toc444084960"/>
      <w:r w:rsidRPr="00D10BF0">
        <w:t>Vyhodnotenie splnenia podmienok účasti, vysvetľovanie a vyhodnocovanie ponúk</w:t>
      </w:r>
      <w:bookmarkEnd w:id="288"/>
      <w:bookmarkEnd w:id="289"/>
      <w:bookmarkEnd w:id="290"/>
      <w:bookmarkEnd w:id="291"/>
      <w:bookmarkEnd w:id="292"/>
      <w:bookmarkEnd w:id="293"/>
      <w:bookmarkEnd w:id="294"/>
      <w:r w:rsidRPr="00D10BF0">
        <w:t xml:space="preserve"> </w:t>
      </w:r>
      <w:bookmarkEnd w:id="295"/>
    </w:p>
    <w:p w14:paraId="20129D3C" w14:textId="77777777" w:rsidR="00EF2D37" w:rsidRPr="00D10BF0" w:rsidRDefault="00EF2D37" w:rsidP="001E5CF9">
      <w:pPr>
        <w:pStyle w:val="Heading4"/>
      </w:pPr>
      <w:r w:rsidRPr="00D10BF0">
        <w:t>Posúdenie splnenia podmienok účasti a vyhodnotenie ponúk komisiou je neverejné.</w:t>
      </w:r>
    </w:p>
    <w:p w14:paraId="0526CAD6" w14:textId="699BD399" w:rsidR="00EF2D37" w:rsidRPr="00D10BF0" w:rsidRDefault="00EF2D37" w:rsidP="001E5CF9">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1E5CF9">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1E5CF9">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1E5CF9">
      <w:pPr>
        <w:pStyle w:val="Heading4"/>
      </w:pPr>
      <w:bookmarkStart w:id="296" w:name="_Hlk534373008"/>
      <w:r w:rsidRPr="00D10BF0">
        <w:t xml:space="preserve">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w:t>
      </w:r>
      <w:r w:rsidRPr="00D10BF0">
        <w:lastRenderedPageBreak/>
        <w:t>alebo doplnenie predložených dokladov do</w:t>
      </w:r>
    </w:p>
    <w:p w14:paraId="0FB3D4CB" w14:textId="77777777" w:rsidR="00E13DC3" w:rsidRPr="00D10BF0" w:rsidRDefault="00E13DC3" w:rsidP="00283EDF">
      <w:pPr>
        <w:pStyle w:val="Heading6"/>
      </w:pPr>
      <w:bookmarkStart w:id="297" w:name="_Ref4423157"/>
      <w:r w:rsidRPr="00D10BF0">
        <w:t>dvoch pracovných dní odo dňa odoslania žiadosti, ak sa komunikácia uskutočňuje prostredníctvom elektronických prostriedkov, alebo</w:t>
      </w:r>
      <w:bookmarkEnd w:id="297"/>
    </w:p>
    <w:p w14:paraId="00F72E64" w14:textId="485B78F8" w:rsidR="00E13DC3" w:rsidRPr="00D10BF0" w:rsidRDefault="00E13DC3" w:rsidP="00283EDF">
      <w:pPr>
        <w:pStyle w:val="Heading6"/>
      </w:pPr>
      <w:bookmarkStart w:id="298"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8"/>
    </w:p>
    <w:p w14:paraId="2062EB57" w14:textId="77777777" w:rsidR="00E13DC3" w:rsidRPr="00D10BF0" w:rsidRDefault="00E13DC3" w:rsidP="001E5CF9">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1E5CF9">
      <w:pPr>
        <w:pStyle w:val="Heading4"/>
      </w:pPr>
      <w:bookmarkStart w:id="299" w:name="_Ref34734330"/>
      <w:r w:rsidRPr="00D10BF0">
        <w:t>Verejný obstarávateľ vyhodnotí splnenie podmienok účasti v súlade s ustanoveniami § 40 ZVO a vylúči z Verejnej súťaže uchádzača, ktorý:</w:t>
      </w:r>
      <w:bookmarkEnd w:id="299"/>
    </w:p>
    <w:p w14:paraId="123A955D" w14:textId="77777777" w:rsidR="00E13DC3" w:rsidRPr="00D10BF0" w:rsidRDefault="00E13DC3" w:rsidP="00283EDF">
      <w:pPr>
        <w:pStyle w:val="Heading6"/>
      </w:pPr>
      <w:r w:rsidRPr="00D10BF0">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0"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0"/>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1"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1"/>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2"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2"/>
    </w:p>
    <w:p w14:paraId="603B2858" w14:textId="77777777" w:rsidR="00E13DC3" w:rsidRPr="00D10BF0" w:rsidRDefault="00E13DC3" w:rsidP="001E5CF9">
      <w:pPr>
        <w:pStyle w:val="Heading4"/>
      </w:pPr>
      <w:bookmarkStart w:id="303" w:name="_Ref4423212"/>
      <w:r w:rsidRPr="00D10BF0">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w:t>
      </w:r>
      <w:r w:rsidRPr="00D10BF0">
        <w:lastRenderedPageBreak/>
        <w:t>pracovných dní od doručenia žiadosti preukázať, že jeho účasťou na prípravných trhových konzultáciách alebo predbežnom zapojení nedošlo k narušeniu hospodárskej súťaže.</w:t>
      </w:r>
      <w:bookmarkEnd w:id="303"/>
    </w:p>
    <w:p w14:paraId="58879DDF" w14:textId="67FEDBA8" w:rsidR="00E13DC3" w:rsidRPr="00D10BF0" w:rsidRDefault="00E13DC3" w:rsidP="001E5CF9">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1E5CF9">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1E5CF9">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1E5CF9">
      <w:pPr>
        <w:pStyle w:val="Heading4"/>
      </w:pPr>
      <w:bookmarkStart w:id="304" w:name="_Ref510515275"/>
      <w:r w:rsidRPr="00D10BF0">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4"/>
    </w:p>
    <w:p w14:paraId="2734141B" w14:textId="51049036" w:rsidR="00E13DC3" w:rsidRPr="00D10BF0" w:rsidRDefault="00E13DC3" w:rsidP="001E5CF9">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1E5CF9">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1E5CF9">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1E5CF9">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1E5CF9">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1E5CF9">
      <w:pPr>
        <w:pStyle w:val="Heading4"/>
      </w:pPr>
      <w:bookmarkStart w:id="305" w:name="_Ref4423229"/>
      <w:r w:rsidRPr="00D10BF0">
        <w:t xml:space="preserve">V prípade matematických chýb bude umožnené uchádzačovi vysvetliť ponuku v </w:t>
      </w:r>
      <w:bookmarkStart w:id="306" w:name="_Hlk7688073"/>
      <w:r w:rsidR="003B6A8F" w:rsidRPr="00D10BF0">
        <w:t>súlade s ustanovením § 53 ods. 1 ZVO a Výkladovým stanoviskom Úradu pre verejné obstarávanie č. 5/2016 zo dňa 15.04.2016</w:t>
      </w:r>
      <w:bookmarkStart w:id="307" w:name="_Ref7514301"/>
      <w:bookmarkEnd w:id="305"/>
      <w:bookmarkEnd w:id="306"/>
      <w:r w:rsidRPr="00D10BF0">
        <w:t>.</w:t>
      </w:r>
      <w:bookmarkEnd w:id="307"/>
    </w:p>
    <w:p w14:paraId="6E395F41" w14:textId="003756DE" w:rsidR="00E13DC3" w:rsidRPr="00D10BF0" w:rsidRDefault="00E13DC3" w:rsidP="001E5CF9">
      <w:pPr>
        <w:pStyle w:val="Heading4"/>
      </w:pPr>
      <w:bookmarkStart w:id="308" w:name="_Ref510516288"/>
      <w:bookmarkStart w:id="309"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8"/>
      <w:r w:rsidRPr="00D10BF0">
        <w:t>.</w:t>
      </w:r>
      <w:bookmarkEnd w:id="309"/>
    </w:p>
    <w:p w14:paraId="2A08234C" w14:textId="7D35D3D3" w:rsidR="00E13DC3" w:rsidRPr="00D10BF0" w:rsidRDefault="00E13DC3" w:rsidP="001E5CF9">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1E5CF9">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58176F58" w:rsidR="00E13DC3" w:rsidRPr="00D10BF0" w:rsidRDefault="00E13DC3" w:rsidP="001E5CF9">
      <w:pPr>
        <w:pStyle w:val="Heading4"/>
      </w:pPr>
      <w:bookmarkStart w:id="310" w:name="_Hlk534373034"/>
      <w:bookmarkEnd w:id="296"/>
      <w:r w:rsidRPr="00D10BF0">
        <w:t>Na stanovenie poradia ponúk bude použitá elektronická aukcia v súlade s ustanoveniami § 54 ZVO a podmienkami uvedenými v Časti F. Podmienky elektronickej aukcie týchto súťažných podkladov</w:t>
      </w:r>
      <w:bookmarkEnd w:id="310"/>
      <w:r w:rsidRPr="00D10BF0">
        <w:t>.</w:t>
      </w:r>
    </w:p>
    <w:p w14:paraId="68E1E002" w14:textId="57FA27D9" w:rsidR="00EF2D37" w:rsidRPr="00D10BF0" w:rsidRDefault="00EF2D37" w:rsidP="00DB3EC1">
      <w:pPr>
        <w:pStyle w:val="Heading3"/>
      </w:pPr>
      <w:bookmarkStart w:id="311" w:name="_Toc534377217"/>
      <w:bookmarkStart w:id="312" w:name="_Toc534377218"/>
      <w:bookmarkStart w:id="313" w:name="_Toc534377219"/>
      <w:bookmarkStart w:id="314" w:name="_Toc534377220"/>
      <w:bookmarkStart w:id="315" w:name="_Toc534377221"/>
      <w:bookmarkStart w:id="316" w:name="_Toc534377222"/>
      <w:bookmarkStart w:id="317" w:name="_Toc534377223"/>
      <w:bookmarkStart w:id="318" w:name="_Toc534377224"/>
      <w:bookmarkStart w:id="319" w:name="_Toc534377225"/>
      <w:bookmarkStart w:id="320" w:name="_Toc534377226"/>
      <w:bookmarkStart w:id="321" w:name="_Toc534377227"/>
      <w:bookmarkStart w:id="322" w:name="_Toc534377228"/>
      <w:bookmarkStart w:id="323" w:name="_Toc534377229"/>
      <w:bookmarkStart w:id="324" w:name="_Toc534377230"/>
      <w:bookmarkStart w:id="325" w:name="_Toc534377231"/>
      <w:bookmarkStart w:id="326" w:name="_Toc534377232"/>
      <w:bookmarkStart w:id="327" w:name="_Toc534377233"/>
      <w:bookmarkStart w:id="328" w:name="_Toc534377234"/>
      <w:bookmarkStart w:id="329" w:name="_Toc534377235"/>
      <w:bookmarkStart w:id="330" w:name="_Toc534377236"/>
      <w:bookmarkStart w:id="331" w:name="_Toc534377237"/>
      <w:bookmarkStart w:id="332" w:name="_Toc534377238"/>
      <w:bookmarkStart w:id="333" w:name="_Toc534377239"/>
      <w:bookmarkStart w:id="334" w:name="_Toc534377240"/>
      <w:bookmarkStart w:id="335" w:name="_Toc534377241"/>
      <w:bookmarkStart w:id="336" w:name="_Toc534377242"/>
      <w:bookmarkStart w:id="337" w:name="_Toc534377243"/>
      <w:bookmarkStart w:id="338" w:name="_Toc444084961"/>
      <w:bookmarkStart w:id="339" w:name="_Toc4416632"/>
      <w:bookmarkStart w:id="340" w:name="_Toc4416926"/>
      <w:bookmarkStart w:id="341" w:name="_Toc4416975"/>
      <w:bookmarkStart w:id="342" w:name="_Toc347342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10BF0">
        <w:t xml:space="preserve">Dôvernosť procesu </w:t>
      </w:r>
      <w:r w:rsidR="0035086C" w:rsidRPr="00D10BF0">
        <w:t>Verejn</w:t>
      </w:r>
      <w:r w:rsidRPr="00D10BF0">
        <w:t>ého obstarávania</w:t>
      </w:r>
      <w:bookmarkEnd w:id="338"/>
      <w:bookmarkEnd w:id="339"/>
      <w:bookmarkEnd w:id="340"/>
      <w:bookmarkEnd w:id="341"/>
      <w:bookmarkEnd w:id="342"/>
    </w:p>
    <w:p w14:paraId="3C5B8E49" w14:textId="1DBB4AC9" w:rsidR="00EF2D37" w:rsidRPr="00D10BF0" w:rsidRDefault="00EF2D37" w:rsidP="001E5CF9">
      <w:pPr>
        <w:pStyle w:val="Heading4"/>
      </w:pPr>
      <w:r w:rsidRPr="00D10BF0">
        <w:lastRenderedPageBreak/>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527B8F86" w:rsidR="00EF2D37" w:rsidRPr="00D10BF0" w:rsidRDefault="00EF2D37" w:rsidP="001E5CF9">
      <w:pPr>
        <w:pStyle w:val="Heading4"/>
      </w:pPr>
      <w:bookmarkStart w:id="343" w:name="_Ref4422446"/>
      <w:r w:rsidRPr="00D10BF0">
        <w:t>Obchodné tajomstvo a informácie, ktoré uchádzač v ponuke označí za dôverné, nebudú zverejnené alebo inak použité bez predchádzajúceho súhlasu uchádzača, pokiaľ:</w:t>
      </w:r>
      <w:bookmarkEnd w:id="343"/>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1E5CF9">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4" w:name="_Hlk519074098"/>
      <w:r w:rsidR="00D057C3" w:rsidRPr="00D10BF0">
        <w:t>Profil</w:t>
      </w:r>
      <w:bookmarkEnd w:id="344"/>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D10BF0" w:rsidRDefault="00EF2D37" w:rsidP="001E5CF9">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1E5CF9">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43D1CA64" w:rsidR="00253181" w:rsidRPr="00D10BF0" w:rsidRDefault="00253181" w:rsidP="00370DE5">
      <w:pPr>
        <w:pStyle w:val="Heading2"/>
        <w:rPr>
          <w:rFonts w:cs="Arial"/>
        </w:rPr>
      </w:pPr>
      <w:bookmarkStart w:id="345" w:name="_Toc444084963"/>
      <w:bookmarkStart w:id="346" w:name="_Toc444084964"/>
      <w:bookmarkStart w:id="347" w:name="_Toc444084965"/>
      <w:bookmarkStart w:id="348" w:name="_Toc444084969"/>
      <w:bookmarkStart w:id="349" w:name="_Toc4416501"/>
      <w:bookmarkStart w:id="350" w:name="_Toc4416633"/>
      <w:bookmarkStart w:id="351" w:name="_Toc4416927"/>
      <w:bookmarkStart w:id="352" w:name="_Toc4416976"/>
      <w:bookmarkStart w:id="353" w:name="_Toc34734238"/>
      <w:bookmarkEnd w:id="345"/>
      <w:bookmarkEnd w:id="346"/>
      <w:bookmarkEnd w:id="347"/>
      <w:r w:rsidRPr="00D10BF0">
        <w:t>Prijatie ponuky a</w:t>
      </w:r>
      <w:r w:rsidRPr="00D10BF0">
        <w:rPr>
          <w:rFonts w:cs="Calibri"/>
        </w:rPr>
        <w:t> </w:t>
      </w:r>
      <w:r w:rsidRPr="00D10BF0">
        <w:t xml:space="preserve">uzavretie </w:t>
      </w:r>
      <w:r w:rsidR="00876192" w:rsidRPr="00D10BF0">
        <w:t>Zmluv</w:t>
      </w:r>
      <w:r w:rsidRPr="00D10BF0">
        <w:t>y</w:t>
      </w:r>
      <w:bookmarkEnd w:id="348"/>
      <w:bookmarkEnd w:id="349"/>
      <w:bookmarkEnd w:id="350"/>
      <w:bookmarkEnd w:id="351"/>
      <w:bookmarkEnd w:id="352"/>
      <w:bookmarkEnd w:id="353"/>
    </w:p>
    <w:p w14:paraId="2E70C48D" w14:textId="2B4C53A1" w:rsidR="00253181" w:rsidRPr="00D10BF0" w:rsidRDefault="00253181" w:rsidP="00DB3EC1">
      <w:pPr>
        <w:pStyle w:val="Heading3"/>
      </w:pPr>
      <w:bookmarkStart w:id="354" w:name="_Toc444084970"/>
      <w:bookmarkStart w:id="355" w:name="_Toc4416634"/>
      <w:bookmarkStart w:id="356" w:name="_Toc4416928"/>
      <w:bookmarkStart w:id="357" w:name="_Toc4416977"/>
      <w:bookmarkStart w:id="358" w:name="_Toc34734239"/>
      <w:r w:rsidRPr="00D10BF0">
        <w:t>Vyhodnotenie splnenia podmienok účasti úspešného uchádzača a informácia o výsledku hodnotenia ponúk</w:t>
      </w:r>
      <w:bookmarkEnd w:id="354"/>
      <w:bookmarkEnd w:id="355"/>
      <w:bookmarkEnd w:id="356"/>
      <w:bookmarkEnd w:id="357"/>
      <w:bookmarkEnd w:id="358"/>
    </w:p>
    <w:p w14:paraId="451C64C7" w14:textId="401DCFA5" w:rsidR="008F6793" w:rsidRPr="00D10BF0" w:rsidRDefault="008F6793" w:rsidP="001E5CF9">
      <w:pPr>
        <w:pStyle w:val="Heading4"/>
      </w:pPr>
      <w:bookmarkStart w:id="359"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9"/>
    </w:p>
    <w:p w14:paraId="6D52F3C4" w14:textId="5B4F5830" w:rsidR="008F6793" w:rsidRPr="00D10BF0" w:rsidRDefault="008F6793" w:rsidP="001E5CF9">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1E5CF9">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0" w:name="_Toc444084971"/>
    </w:p>
    <w:p w14:paraId="377D04E1" w14:textId="682A97FA" w:rsidR="00EF2D37" w:rsidRPr="00D10BF0" w:rsidRDefault="00EF2D37" w:rsidP="00DB3EC1">
      <w:pPr>
        <w:pStyle w:val="Heading3"/>
      </w:pPr>
      <w:bookmarkStart w:id="361" w:name="_Toc4416635"/>
      <w:bookmarkStart w:id="362" w:name="_Toc4416929"/>
      <w:bookmarkStart w:id="363" w:name="_Toc4416978"/>
      <w:bookmarkStart w:id="364" w:name="_Ref4422467"/>
      <w:bookmarkStart w:id="365" w:name="_Toc34734240"/>
      <w:r w:rsidRPr="00D10BF0">
        <w:lastRenderedPageBreak/>
        <w:t xml:space="preserve">Uzavretie </w:t>
      </w:r>
      <w:r w:rsidR="00876192" w:rsidRPr="00D10BF0">
        <w:t>Zmluv</w:t>
      </w:r>
      <w:r w:rsidRPr="00D10BF0">
        <w:t>y</w:t>
      </w:r>
      <w:bookmarkEnd w:id="360"/>
      <w:bookmarkEnd w:id="361"/>
      <w:bookmarkEnd w:id="362"/>
      <w:bookmarkEnd w:id="363"/>
      <w:bookmarkEnd w:id="364"/>
      <w:bookmarkEnd w:id="365"/>
    </w:p>
    <w:p w14:paraId="3B87E945" w14:textId="71F1383B" w:rsidR="00385E44" w:rsidRPr="00D10BF0" w:rsidRDefault="00385E44" w:rsidP="001E5CF9">
      <w:pPr>
        <w:pStyle w:val="Heading4"/>
      </w:pPr>
      <w:bookmarkStart w:id="366"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6"/>
      <w:r w:rsidRPr="00D10BF0">
        <w:t xml:space="preserve"> </w:t>
      </w:r>
    </w:p>
    <w:p w14:paraId="680CC711" w14:textId="72B9F3C3" w:rsidR="00385E44" w:rsidRPr="00D10BF0" w:rsidRDefault="00385E44" w:rsidP="001E5CF9">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1E5CF9">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1E5CF9">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1E5CF9">
      <w:pPr>
        <w:pStyle w:val="Heading4"/>
      </w:pPr>
      <w:r w:rsidRPr="00D10BF0">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1E5CF9">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6E1E2FBC" w:rsidR="00F9517C" w:rsidRPr="00730056" w:rsidRDefault="00F9517C" w:rsidP="00F9517C">
      <w:pPr>
        <w:pStyle w:val="Heading4"/>
        <w:rPr>
          <w:shd w:val="clear" w:color="auto" w:fill="FFFFFF"/>
        </w:rPr>
      </w:pPr>
      <w:bookmarkStart w:id="367" w:name="_Ref34825894"/>
      <w:r w:rsidRPr="00730056">
        <w:rPr>
          <w:shd w:val="clear" w:color="auto" w:fill="FFFFFF"/>
        </w:rPr>
        <w:t>Verejný obstarávateľ vyžaduje, aby</w:t>
      </w:r>
      <w:bookmarkEnd w:id="367"/>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1E5CF9">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1E5CF9">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lastRenderedPageBreak/>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8" w:name="_Toc444084972"/>
      <w:r w:rsidR="00F0716F" w:rsidRPr="00D10BF0">
        <w:lastRenderedPageBreak/>
        <w:t xml:space="preserve"> </w:t>
      </w:r>
      <w:bookmarkStart w:id="369" w:name="_Toc4416502"/>
      <w:bookmarkStart w:id="370" w:name="_Toc4416636"/>
      <w:bookmarkStart w:id="371" w:name="_Toc4416930"/>
      <w:bookmarkStart w:id="372" w:name="_Toc4416979"/>
      <w:bookmarkStart w:id="373" w:name="_Toc34734241"/>
      <w:r w:rsidR="00F0716F" w:rsidRPr="00D10BF0">
        <w:t xml:space="preserve">Opis </w:t>
      </w:r>
      <w:r w:rsidR="007D674D" w:rsidRPr="00D10BF0">
        <w:t>Predmet</w:t>
      </w:r>
      <w:r w:rsidR="00F0716F" w:rsidRPr="00D10BF0">
        <w:t>u zákazky</w:t>
      </w:r>
      <w:bookmarkEnd w:id="368"/>
      <w:bookmarkEnd w:id="369"/>
      <w:bookmarkEnd w:id="370"/>
      <w:bookmarkEnd w:id="371"/>
      <w:bookmarkEnd w:id="372"/>
      <w:bookmarkEnd w:id="373"/>
    </w:p>
    <w:p w14:paraId="06433ED9" w14:textId="36924CC0" w:rsidR="00EE781F" w:rsidRPr="00D10BF0" w:rsidRDefault="00EE781F" w:rsidP="00DB3EC1">
      <w:pPr>
        <w:pStyle w:val="Heading3"/>
      </w:pPr>
      <w:bookmarkStart w:id="374" w:name="_Toc4416637"/>
      <w:bookmarkStart w:id="375" w:name="_Toc4416931"/>
      <w:bookmarkStart w:id="376" w:name="_Toc4416980"/>
      <w:bookmarkStart w:id="377" w:name="_Toc34734242"/>
      <w:bookmarkStart w:id="378" w:name="_Toc444084974"/>
      <w:r w:rsidRPr="00D10BF0">
        <w:t>Všeobecné informácie k opisu predmetu zákazky</w:t>
      </w:r>
      <w:bookmarkEnd w:id="374"/>
      <w:bookmarkEnd w:id="375"/>
      <w:bookmarkEnd w:id="376"/>
      <w:bookmarkEnd w:id="377"/>
    </w:p>
    <w:p w14:paraId="71F07060" w14:textId="0AFBA94F" w:rsidR="00D95B17" w:rsidRPr="00D10BF0" w:rsidRDefault="006169B9" w:rsidP="001E5CF9">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9" w:name="_Toc34734243"/>
      <w:bookmarkStart w:id="380" w:name="_Toc444084984"/>
      <w:bookmarkEnd w:id="378"/>
      <w:r>
        <w:t xml:space="preserve">Základný opis </w:t>
      </w:r>
      <w:r w:rsidR="006B3F21">
        <w:t xml:space="preserve">stavebných objektov tvoriacich </w:t>
      </w:r>
      <w:r>
        <w:t>predmet zákazky</w:t>
      </w:r>
      <w:bookmarkEnd w:id="379"/>
    </w:p>
    <w:p w14:paraId="6768F4AE" w14:textId="77777777" w:rsidR="002B073B" w:rsidRDefault="002B073B" w:rsidP="001E5CF9">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9D61C3">
      <w:pPr>
        <w:pStyle w:val="Heading4"/>
        <w:numPr>
          <w:ilvl w:val="3"/>
          <w:numId w:val="20"/>
        </w:numPr>
        <w:rPr>
          <w:b/>
          <w:bCs/>
        </w:rPr>
      </w:pPr>
      <w:r w:rsidRPr="000D0276">
        <w:rPr>
          <w:b/>
          <w:bCs/>
        </w:rPr>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9D61C3">
      <w:pPr>
        <w:pStyle w:val="Heading4"/>
        <w:numPr>
          <w:ilvl w:val="3"/>
          <w:numId w:val="20"/>
        </w:numPr>
        <w:rPr>
          <w:b/>
          <w:bCs/>
        </w:rPr>
      </w:pPr>
      <w:r w:rsidRPr="000D0276">
        <w:rPr>
          <w:b/>
          <w:bCs/>
        </w:rPr>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9D61C3">
      <w:pPr>
        <w:pStyle w:val="Heading4"/>
        <w:numPr>
          <w:ilvl w:val="3"/>
          <w:numId w:val="20"/>
        </w:numPr>
        <w:rPr>
          <w:b/>
          <w:bCs/>
        </w:rPr>
      </w:pPr>
      <w:r w:rsidRPr="000D0276">
        <w:rPr>
          <w:b/>
          <w:bCs/>
        </w:rPr>
        <w:t xml:space="preserve">Kanalizácia </w:t>
      </w:r>
      <w:r w:rsidR="009D61C3">
        <w:rPr>
          <w:b/>
          <w:bCs/>
        </w:rPr>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9D61C3">
      <w:pPr>
        <w:pStyle w:val="Heading4"/>
        <w:numPr>
          <w:ilvl w:val="3"/>
          <w:numId w:val="20"/>
        </w:numPr>
        <w:rPr>
          <w:rFonts w:eastAsiaTheme="majorEastAsia"/>
          <w:b/>
        </w:rPr>
      </w:pPr>
      <w:r w:rsidRPr="009D61C3">
        <w:rPr>
          <w:b/>
          <w:bCs/>
        </w:rPr>
        <w:t>ČOV</w:t>
      </w:r>
      <w:r w:rsidRPr="009D61C3">
        <w:rPr>
          <w:rFonts w:eastAsiaTheme="majorEastAsia"/>
          <w:b/>
        </w:rPr>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1" w:name="_Toc34734244"/>
      <w:r w:rsidRPr="006B3F21">
        <w:t>MIESTO DODANIA PREDMETU ZÁKAZKY</w:t>
      </w:r>
      <w:bookmarkEnd w:id="381"/>
    </w:p>
    <w:p w14:paraId="32095C68" w14:textId="239FD4E9" w:rsidR="006B3F21" w:rsidRPr="00707F61" w:rsidRDefault="00707F61" w:rsidP="00707F61">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2" w:name="_Toc34734245"/>
      <w:r w:rsidRPr="006B3F21">
        <w:t>TERMÍN DODANIA PREDMETU ZÁKAZKY</w:t>
      </w:r>
      <w:bookmarkEnd w:id="382"/>
    </w:p>
    <w:p w14:paraId="692AEDBE" w14:textId="77777777" w:rsidR="00707F61" w:rsidRDefault="00707F61" w:rsidP="00707F61">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F540DD">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3" w:name="_Toc34734246"/>
      <w:r>
        <w:t>Ostatné podmienky realizácie predmetu zákazky</w:t>
      </w:r>
      <w:bookmarkEnd w:id="383"/>
    </w:p>
    <w:p w14:paraId="0DDD3BE4" w14:textId="7B237560" w:rsidR="002A18A5" w:rsidRDefault="00572BB1" w:rsidP="00572BB1">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9E51AD">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0A8B1550" w:rsidR="00AB7E74" w:rsidRPr="00D10BF0" w:rsidRDefault="00AB7E74" w:rsidP="001B3C96">
      <w:pPr>
        <w:pStyle w:val="Heading1"/>
      </w:pPr>
      <w:bookmarkStart w:id="384" w:name="_Toc4416503"/>
      <w:bookmarkStart w:id="385" w:name="_Toc4416638"/>
      <w:bookmarkStart w:id="386" w:name="_Toc4416932"/>
      <w:bookmarkStart w:id="387" w:name="_Toc4416981"/>
      <w:bookmarkStart w:id="388" w:name="_Toc34734247"/>
      <w:r w:rsidRPr="00D10BF0">
        <w:lastRenderedPageBreak/>
        <w:t>Spôsob určenia ceny</w:t>
      </w:r>
      <w:bookmarkEnd w:id="380"/>
      <w:bookmarkEnd w:id="384"/>
      <w:bookmarkEnd w:id="385"/>
      <w:bookmarkEnd w:id="386"/>
      <w:bookmarkEnd w:id="387"/>
      <w:r w:rsidR="00532851" w:rsidRPr="00D10BF0">
        <w:t xml:space="preserve"> a nákladov</w:t>
      </w:r>
      <w:bookmarkEnd w:id="388"/>
    </w:p>
    <w:p w14:paraId="5AB616E9" w14:textId="78CD115D" w:rsidR="00AB7E74" w:rsidRPr="00D10BF0" w:rsidRDefault="00AB7E74" w:rsidP="00DB3EC1">
      <w:pPr>
        <w:pStyle w:val="Heading3"/>
      </w:pPr>
      <w:bookmarkStart w:id="389" w:name="_Toc400006306"/>
      <w:bookmarkStart w:id="390" w:name="_Toc444084985"/>
      <w:bookmarkStart w:id="391" w:name="_Toc4416639"/>
      <w:bookmarkStart w:id="392" w:name="_Toc4416933"/>
      <w:bookmarkStart w:id="393" w:name="_Toc4416982"/>
      <w:bookmarkStart w:id="394" w:name="_Toc34734248"/>
      <w:r w:rsidRPr="00D10BF0">
        <w:t xml:space="preserve">Stanovenie ceny za </w:t>
      </w:r>
      <w:r w:rsidR="007D674D" w:rsidRPr="00D10BF0">
        <w:t>Predmet</w:t>
      </w:r>
      <w:r w:rsidRPr="00D10BF0">
        <w:t xml:space="preserve"> zákazky</w:t>
      </w:r>
      <w:bookmarkEnd w:id="389"/>
      <w:bookmarkEnd w:id="390"/>
      <w:bookmarkEnd w:id="391"/>
      <w:bookmarkEnd w:id="392"/>
      <w:bookmarkEnd w:id="393"/>
      <w:r w:rsidR="00D12961" w:rsidRPr="00D10BF0">
        <w:t xml:space="preserve"> </w:t>
      </w:r>
      <w:r w:rsidR="00FA0E5D" w:rsidRPr="00D10BF0">
        <w:t>a nákladov na prevádzku</w:t>
      </w:r>
      <w:bookmarkEnd w:id="394"/>
    </w:p>
    <w:p w14:paraId="42BAC95E" w14:textId="71E1AEA8" w:rsidR="009C25FE" w:rsidRPr="00D10BF0" w:rsidRDefault="00AB7E74" w:rsidP="001E5CF9">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1E5CF9">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1E5CF9">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0832367F" w:rsidR="00AB7E74" w:rsidRPr="00D10BF0" w:rsidRDefault="00AB7E74" w:rsidP="00DB3EC1">
      <w:pPr>
        <w:pStyle w:val="Heading3"/>
      </w:pPr>
      <w:bookmarkStart w:id="395" w:name="_Toc400006307"/>
      <w:bookmarkStart w:id="396" w:name="_Toc444084986"/>
      <w:bookmarkStart w:id="397" w:name="_Toc4416640"/>
      <w:bookmarkStart w:id="398" w:name="_Toc4416934"/>
      <w:bookmarkStart w:id="399" w:name="_Toc4416983"/>
      <w:bookmarkStart w:id="400" w:name="_Toc34734249"/>
      <w:r w:rsidRPr="00D10BF0">
        <w:t xml:space="preserve">Predloženie ceny za </w:t>
      </w:r>
      <w:r w:rsidR="007D674D" w:rsidRPr="00D10BF0">
        <w:t>Predmet</w:t>
      </w:r>
      <w:r w:rsidRPr="00D10BF0">
        <w:t xml:space="preserve"> zákazky</w:t>
      </w:r>
      <w:bookmarkEnd w:id="395"/>
      <w:bookmarkEnd w:id="396"/>
      <w:bookmarkEnd w:id="397"/>
      <w:bookmarkEnd w:id="398"/>
      <w:bookmarkEnd w:id="399"/>
      <w:bookmarkEnd w:id="400"/>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1E5CF9">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1E5CF9">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1E5CF9">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1E5CF9">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w:t>
      </w:r>
      <w:bookmarkStart w:id="401" w:name="_GoBack"/>
      <w:bookmarkEnd w:id="401"/>
      <w:r w:rsidR="00536897" w:rsidRPr="00D10BF0">
        <w:t>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1E5CF9">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1E5CF9">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2" w:name="_Toc4416504"/>
      <w:bookmarkStart w:id="403" w:name="_Toc4416641"/>
      <w:bookmarkStart w:id="404" w:name="_Toc4416935"/>
      <w:bookmarkStart w:id="405" w:name="_Toc4416984"/>
      <w:bookmarkStart w:id="406" w:name="_Toc34734250"/>
      <w:r w:rsidRPr="00D10BF0">
        <w:t>Obchodné podmienky</w:t>
      </w:r>
      <w:bookmarkEnd w:id="402"/>
      <w:bookmarkEnd w:id="403"/>
      <w:bookmarkEnd w:id="404"/>
      <w:bookmarkEnd w:id="405"/>
      <w:bookmarkEnd w:id="406"/>
    </w:p>
    <w:p w14:paraId="25F5FBFC" w14:textId="55CBFDAF" w:rsidR="00AB7E74" w:rsidRPr="00D10BF0" w:rsidRDefault="00AB7E74" w:rsidP="00DB3EC1">
      <w:pPr>
        <w:pStyle w:val="Heading3"/>
      </w:pPr>
      <w:bookmarkStart w:id="407" w:name="_Toc444084988"/>
      <w:bookmarkStart w:id="408" w:name="_Toc4416642"/>
      <w:bookmarkStart w:id="409" w:name="_Toc4416936"/>
      <w:bookmarkStart w:id="410" w:name="_Toc4416985"/>
      <w:bookmarkStart w:id="411" w:name="_Toc34734251"/>
      <w:r w:rsidRPr="00D10BF0">
        <w:t xml:space="preserve">Podmienky uzatvorenia </w:t>
      </w:r>
      <w:r w:rsidR="00347476" w:rsidRPr="00D10BF0">
        <w:t>Zmluv</w:t>
      </w:r>
      <w:r w:rsidRPr="00D10BF0">
        <w:t>y</w:t>
      </w:r>
      <w:bookmarkEnd w:id="407"/>
      <w:bookmarkEnd w:id="408"/>
      <w:bookmarkEnd w:id="409"/>
      <w:bookmarkEnd w:id="410"/>
      <w:bookmarkEnd w:id="411"/>
    </w:p>
    <w:p w14:paraId="4736926B" w14:textId="77777777" w:rsidR="00E57D88" w:rsidRPr="00D10BF0" w:rsidRDefault="00E57D88" w:rsidP="001E5CF9">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1E5CF9">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2"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7" w:name="_Toc4416505"/>
      <w:bookmarkStart w:id="418" w:name="_Toc4416643"/>
      <w:bookmarkStart w:id="419" w:name="_Toc4416937"/>
      <w:bookmarkStart w:id="420" w:name="_Toc4416986"/>
      <w:bookmarkStart w:id="421" w:name="_Toc34734252"/>
      <w:r w:rsidRPr="00D10BF0">
        <w:lastRenderedPageBreak/>
        <w:t>Kritéria hodnotenia ponúk</w:t>
      </w:r>
      <w:bookmarkEnd w:id="412"/>
      <w:bookmarkEnd w:id="417"/>
      <w:bookmarkEnd w:id="418"/>
      <w:bookmarkEnd w:id="419"/>
      <w:bookmarkEnd w:id="420"/>
      <w:bookmarkEnd w:id="421"/>
    </w:p>
    <w:p w14:paraId="47E83B9C" w14:textId="72495C9C" w:rsidR="00737281" w:rsidRPr="00D10BF0" w:rsidRDefault="00737281" w:rsidP="00DB3EC1">
      <w:pPr>
        <w:pStyle w:val="Heading3"/>
      </w:pPr>
      <w:bookmarkStart w:id="422" w:name="kriteria_vahy"/>
      <w:bookmarkStart w:id="423" w:name="_Toc444084991"/>
      <w:bookmarkStart w:id="424" w:name="_Toc4416644"/>
      <w:bookmarkStart w:id="425" w:name="_Toc4416938"/>
      <w:bookmarkStart w:id="426" w:name="_Toc4416987"/>
      <w:bookmarkStart w:id="427" w:name="_Toc34734253"/>
      <w:bookmarkEnd w:id="422"/>
      <w:r w:rsidRPr="00D10BF0">
        <w:t>Kritérium na hodnotenie ponúk</w:t>
      </w:r>
      <w:bookmarkEnd w:id="423"/>
      <w:bookmarkEnd w:id="424"/>
      <w:bookmarkEnd w:id="425"/>
      <w:bookmarkEnd w:id="426"/>
      <w:bookmarkEnd w:id="427"/>
    </w:p>
    <w:p w14:paraId="352BB61D" w14:textId="0D1E2BFB" w:rsidR="00571A26" w:rsidRPr="00D10BF0" w:rsidRDefault="00571A26" w:rsidP="001E5CF9">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1A1B6661" w:rsidR="00571A26" w:rsidRPr="00D10BF0" w:rsidRDefault="00571A26" w:rsidP="00571A26">
      <w:pPr>
        <w:pStyle w:val="Heading3"/>
      </w:pPr>
      <w:bookmarkStart w:id="428" w:name="_Toc34734254"/>
      <w:r w:rsidRPr="00D10BF0">
        <w:t>Spôsob hodnotenia ponúk</w:t>
      </w:r>
      <w:bookmarkEnd w:id="428"/>
    </w:p>
    <w:p w14:paraId="68F2918E" w14:textId="29BF1D45" w:rsidR="00571A26" w:rsidRPr="00D10BF0" w:rsidRDefault="00571A26" w:rsidP="001E5CF9">
      <w:pPr>
        <w:pStyle w:val="Heading4"/>
      </w:pPr>
      <w:r w:rsidRPr="00D10BF0">
        <w:t>Poradie ponúk bude určené od najnižšej po najvyššiu ponúkanú cenu.</w:t>
      </w:r>
    </w:p>
    <w:p w14:paraId="3CC6E607" w14:textId="77777777" w:rsidR="00571A26" w:rsidRPr="00D10BF0" w:rsidRDefault="00571A26" w:rsidP="001E5CF9">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1E5CF9">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9" w:name="_Toc473527863"/>
      <w:bookmarkStart w:id="430" w:name="_Toc4416506"/>
      <w:bookmarkStart w:id="431" w:name="_Toc4416646"/>
      <w:bookmarkStart w:id="432" w:name="_Toc4416940"/>
      <w:bookmarkStart w:id="433" w:name="_Toc4416989"/>
      <w:bookmarkStart w:id="434" w:name="_Toc34734255"/>
      <w:bookmarkStart w:id="435" w:name="_Toc444084998"/>
      <w:r w:rsidRPr="00D10BF0">
        <w:lastRenderedPageBreak/>
        <w:t>Podmienky elektronickej aukcie</w:t>
      </w:r>
      <w:bookmarkEnd w:id="429"/>
      <w:bookmarkEnd w:id="430"/>
      <w:bookmarkEnd w:id="431"/>
      <w:bookmarkEnd w:id="432"/>
      <w:bookmarkEnd w:id="433"/>
      <w:bookmarkEnd w:id="434"/>
    </w:p>
    <w:p w14:paraId="07503BE6" w14:textId="77777777" w:rsidR="008568F2" w:rsidRPr="00D10BF0" w:rsidRDefault="008568F2" w:rsidP="00DB3EC1">
      <w:pPr>
        <w:pStyle w:val="Heading3"/>
      </w:pPr>
      <w:bookmarkStart w:id="436" w:name="_Toc444084995"/>
      <w:bookmarkStart w:id="437" w:name="_Toc469657849"/>
      <w:bookmarkStart w:id="438" w:name="_Toc473527864"/>
      <w:bookmarkStart w:id="439" w:name="_Toc4416647"/>
      <w:bookmarkStart w:id="440" w:name="_Toc4416941"/>
      <w:bookmarkStart w:id="441" w:name="_Toc4416990"/>
      <w:bookmarkStart w:id="442" w:name="_Toc34734256"/>
      <w:r w:rsidRPr="00D10BF0">
        <w:t>Všeobecné informácie</w:t>
      </w:r>
      <w:bookmarkEnd w:id="436"/>
      <w:bookmarkEnd w:id="437"/>
      <w:bookmarkEnd w:id="438"/>
      <w:bookmarkEnd w:id="439"/>
      <w:bookmarkEnd w:id="440"/>
      <w:bookmarkEnd w:id="441"/>
      <w:bookmarkEnd w:id="442"/>
    </w:p>
    <w:p w14:paraId="5AD3EFC0" w14:textId="77777777" w:rsidR="0021385E" w:rsidRPr="00D10BF0" w:rsidRDefault="0021385E" w:rsidP="001E5CF9">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1E5CF9">
      <w:pPr>
        <w:pStyle w:val="Heading4"/>
      </w:pPr>
      <w:r w:rsidRPr="00D10BF0">
        <w:t>Elektronická aukcia (ďalej len „</w:t>
      </w:r>
      <w:bookmarkStart w:id="443" w:name="_Hlk519076581"/>
      <w:r w:rsidRPr="00D10BF0">
        <w:t>aukcia</w:t>
      </w:r>
      <w:bookmarkEnd w:id="443"/>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1E5CF9">
      <w:pPr>
        <w:pStyle w:val="Heading4"/>
      </w:pPr>
      <w:r w:rsidRPr="00D10BF0">
        <w:t>Účelom aukcie je zostavenie poradia ponúk automatizovaným vyhodnotením po úvodnom úplnom vyhodnotení ponúk.</w:t>
      </w:r>
    </w:p>
    <w:p w14:paraId="1C12BF6F" w14:textId="77777777" w:rsidR="001D34EB" w:rsidRPr="00D10BF0" w:rsidRDefault="008568F2" w:rsidP="001E5CF9">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1E5CF9">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1E5CF9">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4" w:name="_Toc444084996"/>
      <w:bookmarkStart w:id="445" w:name="_Toc469657850"/>
      <w:bookmarkStart w:id="446" w:name="_Toc473527865"/>
      <w:bookmarkStart w:id="447" w:name="_Toc4416648"/>
      <w:bookmarkStart w:id="448" w:name="_Toc4416942"/>
      <w:bookmarkStart w:id="449" w:name="_Toc4416991"/>
      <w:bookmarkStart w:id="450" w:name="_Toc34734257"/>
      <w:r w:rsidRPr="00D10BF0">
        <w:t>Priebeh aukcie</w:t>
      </w:r>
      <w:bookmarkEnd w:id="444"/>
      <w:bookmarkEnd w:id="445"/>
      <w:bookmarkEnd w:id="446"/>
      <w:bookmarkEnd w:id="447"/>
      <w:bookmarkEnd w:id="448"/>
      <w:bookmarkEnd w:id="449"/>
      <w:bookmarkEnd w:id="450"/>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1E5CF9">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1E5CF9">
      <w:pPr>
        <w:pStyle w:val="Heading4"/>
      </w:pPr>
      <w:r w:rsidRPr="00D10BF0">
        <w:t>Po úvodnom vyhodnotení ponúk budú do aukcie pozvaní uchádzači, ktorých ponuky neboli vylúčené.</w:t>
      </w:r>
    </w:p>
    <w:p w14:paraId="3C7F59BC" w14:textId="03C13223" w:rsidR="008568F2" w:rsidRPr="00D10BF0" w:rsidRDefault="008568F2" w:rsidP="001E5CF9">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51" w:name="_Hlk522551941"/>
      <w:r w:rsidR="007A0A2F" w:rsidRPr="00D10BF0">
        <w:t>ponukách v systéme JOSEPHINE</w:t>
      </w:r>
      <w:bookmarkEnd w:id="451"/>
      <w:r w:rsidRPr="00D10BF0">
        <w:t>.</w:t>
      </w:r>
    </w:p>
    <w:p w14:paraId="7BB19DD5" w14:textId="048D3E7F" w:rsidR="008568F2" w:rsidRPr="00D10BF0" w:rsidRDefault="008568F2" w:rsidP="001E5CF9">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52"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52"/>
    </w:p>
    <w:p w14:paraId="05FEDD89" w14:textId="429103FD" w:rsidR="008568F2" w:rsidRPr="00D10BF0" w:rsidRDefault="008568F2" w:rsidP="001E5CF9">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3"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3"/>
      <w:r w:rsidRPr="00D10BF0">
        <w:t>.</w:t>
      </w:r>
    </w:p>
    <w:p w14:paraId="290C3595" w14:textId="483C460E" w:rsidR="008568F2" w:rsidRPr="00D10BF0" w:rsidRDefault="00654D76" w:rsidP="001E5CF9">
      <w:pPr>
        <w:pStyle w:val="Heading4"/>
      </w:pPr>
      <w:bookmarkStart w:id="454" w:name="_Hlk522547156"/>
      <w:bookmarkStart w:id="455"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4"/>
      <w:r w:rsidRPr="00D10BF0">
        <w:t>.</w:t>
      </w:r>
      <w:bookmarkEnd w:id="455"/>
      <w:r w:rsidR="008568F2" w:rsidRPr="00D10BF0">
        <w:t xml:space="preserve"> </w:t>
      </w:r>
    </w:p>
    <w:p w14:paraId="3EC44C9F" w14:textId="266AEC42" w:rsidR="008568F2" w:rsidRPr="00D10BF0" w:rsidRDefault="002D5D83" w:rsidP="001E5CF9">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1E5CF9">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1E5CF9">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6"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7" w:name="_Toc444084997"/>
      <w:bookmarkStart w:id="458" w:name="_Toc469657851"/>
      <w:bookmarkStart w:id="459" w:name="_Toc473527866"/>
      <w:bookmarkStart w:id="460" w:name="_Toc4416649"/>
      <w:bookmarkStart w:id="461" w:name="_Toc4416943"/>
      <w:bookmarkStart w:id="462" w:name="_Toc4416992"/>
      <w:bookmarkStart w:id="463" w:name="_Toc34734258"/>
      <w:bookmarkEnd w:id="456"/>
      <w:r w:rsidRPr="00D10BF0">
        <w:t>Ďalšie upozornenia pre účasť v aukcii</w:t>
      </w:r>
      <w:bookmarkEnd w:id="457"/>
      <w:bookmarkEnd w:id="458"/>
      <w:bookmarkEnd w:id="459"/>
      <w:bookmarkEnd w:id="460"/>
      <w:bookmarkEnd w:id="461"/>
      <w:bookmarkEnd w:id="462"/>
      <w:bookmarkEnd w:id="463"/>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1E5CF9">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1E5CF9">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1E5CF9">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1E5CF9">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5"/>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4" w:name="_Toc34734259"/>
      <w:r w:rsidRPr="00D10BF0">
        <w:lastRenderedPageBreak/>
        <w:t>Podmienky účasti</w:t>
      </w:r>
      <w:bookmarkEnd w:id="464"/>
    </w:p>
    <w:p w14:paraId="17C675B0" w14:textId="1B07AD4B" w:rsidR="001834FF" w:rsidRPr="00D10BF0" w:rsidRDefault="001834FF" w:rsidP="001834FF">
      <w:pPr>
        <w:pStyle w:val="Heading3"/>
      </w:pPr>
      <w:bookmarkStart w:id="465" w:name="_Toc34734260"/>
      <w:r w:rsidRPr="00D10BF0">
        <w:t>Osobné postavenie</w:t>
      </w:r>
      <w:bookmarkEnd w:id="465"/>
    </w:p>
    <w:p w14:paraId="08869673" w14:textId="0A5FC99E" w:rsidR="001834FF" w:rsidRPr="00D10BF0" w:rsidRDefault="001834FF" w:rsidP="001E5CF9">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1E5CF9">
      <w:pPr>
        <w:pStyle w:val="Heading4"/>
      </w:pPr>
      <w:r w:rsidRPr="00D10BF0">
        <w:t>Tejto súťaže sa môže zúčastniť len ten, kto spĺňa podmienky účasti týkajúce sa osobného postavenia vymedzené v ustanovení § 32 ods. 1 ZVO.</w:t>
      </w:r>
    </w:p>
    <w:p w14:paraId="5C7E9A70" w14:textId="77777777" w:rsidR="001834FF" w:rsidRPr="00D10BF0" w:rsidRDefault="001834FF" w:rsidP="001E5CF9">
      <w:pPr>
        <w:pStyle w:val="Heading4"/>
      </w:pPr>
      <w:bookmarkStart w:id="466" w:name="_Ref34733959"/>
      <w:r w:rsidRPr="00D10BF0">
        <w:t>Spôsob preukázania splnenia podmienok podľa § 32 ods. 1 ZVO:</w:t>
      </w:r>
      <w:bookmarkEnd w:id="466"/>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7" w:name="_Ref20407693"/>
      <w:r w:rsidRPr="00D10BF0">
        <w:t>Uchádzač, ktorý nie je zapísaný v ZHS podľa § 152 ZVO preukáže splnenie podmienok účasti osobného postavenia dokladmi v súlade s § 32 ods. 2 ZVO.</w:t>
      </w:r>
      <w:bookmarkEnd w:id="467"/>
    </w:p>
    <w:p w14:paraId="605CDDAB" w14:textId="37E64109" w:rsidR="001834FF" w:rsidRPr="00D10BF0" w:rsidRDefault="001834FF" w:rsidP="001E5CF9">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1E5CF9">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1E5CF9">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8" w:name="_Toc494096884"/>
      <w:bookmarkStart w:id="469" w:name="_Toc34734261"/>
      <w:r w:rsidRPr="00D10BF0">
        <w:t>Ekonomické a finančné postavenie</w:t>
      </w:r>
      <w:bookmarkEnd w:id="468"/>
      <w:bookmarkEnd w:id="469"/>
    </w:p>
    <w:p w14:paraId="7C765907" w14:textId="77777777" w:rsidR="001834FF" w:rsidRPr="00D10BF0" w:rsidRDefault="001834FF" w:rsidP="001E5CF9">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1E5CF9">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1E5CF9">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1E5CF9">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1E5CF9">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1E5CF9">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1E5CF9">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1E5CF9">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1E5CF9">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70" w:name="_Toc34734262"/>
      <w:r w:rsidRPr="00D10BF0">
        <w:t>Technická a Odborná spôsobilosť</w:t>
      </w:r>
      <w:bookmarkEnd w:id="470"/>
    </w:p>
    <w:p w14:paraId="6AEB7023" w14:textId="77777777" w:rsidR="001834FF" w:rsidRPr="00D10BF0" w:rsidRDefault="001834FF" w:rsidP="001E5CF9">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1E5CF9">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1E5CF9">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1E5CF9">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7777777"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15</w:t>
            </w:r>
            <w:r w:rsidRPr="00977204">
              <w:rPr>
                <w:rFonts w:cs="Arial"/>
                <w:b/>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77777777"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w:t>
            </w:r>
            <w:r w:rsidRPr="00977204">
              <w:rPr>
                <w:rFonts w:cs="Arial"/>
                <w:b/>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12F73340"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30056">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30056">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F540DD">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F540DD">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F540DD">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30056">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F540DD">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D45E35">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71" w:name="_Toc4416507"/>
      <w:bookmarkStart w:id="472" w:name="_Toc4416650"/>
      <w:bookmarkStart w:id="473" w:name="_Toc4416944"/>
      <w:bookmarkStart w:id="474" w:name="_Toc4416993"/>
      <w:bookmarkStart w:id="475" w:name="_Toc34734263"/>
      <w:r w:rsidRPr="00D10BF0">
        <w:t>SUMARIZÁCIA</w:t>
      </w:r>
      <w:r w:rsidR="008501A8" w:rsidRPr="00D10BF0">
        <w:t xml:space="preserve"> </w:t>
      </w:r>
      <w:r w:rsidR="00D27919" w:rsidRPr="00D10BF0">
        <w:t>PRÍLOH SÚŤAŽNÝCH PODKLADOV</w:t>
      </w:r>
      <w:bookmarkEnd w:id="471"/>
      <w:bookmarkEnd w:id="472"/>
      <w:bookmarkEnd w:id="473"/>
      <w:bookmarkEnd w:id="474"/>
      <w:bookmarkEnd w:id="475"/>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6"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6"/>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7"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7"/>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087ED7" w:rsidRDefault="00087ED7" w:rsidP="005A4804">
      <w:r>
        <w:separator/>
      </w:r>
    </w:p>
  </w:endnote>
  <w:endnote w:type="continuationSeparator" w:id="0">
    <w:p w14:paraId="0D08F648" w14:textId="77777777" w:rsidR="00087ED7" w:rsidRDefault="00087ED7" w:rsidP="005A4804">
      <w:r>
        <w:continuationSeparator/>
      </w:r>
    </w:p>
  </w:endnote>
  <w:endnote w:type="continuationNotice" w:id="1">
    <w:p w14:paraId="5338E3A5" w14:textId="77777777" w:rsidR="00087ED7" w:rsidRDefault="00087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D31BD8" w:rsidRDefault="00D31BD8"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D31BD8" w:rsidRDefault="00D31BD8"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D31BD8" w:rsidRDefault="00D31BD8"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D31BD8" w:rsidRDefault="00D31BD8" w:rsidP="00B27975">
                          <w:pPr>
                            <w:spacing w:after="0"/>
                            <w:jc w:val="center"/>
                            <w:rPr>
                              <w:bCs/>
                              <w:sz w:val="16"/>
                              <w:szCs w:val="16"/>
                              <w:lang w:val="cs-CZ"/>
                            </w:rPr>
                          </w:pPr>
                        </w:p>
                        <w:p w14:paraId="3E0A6CD4" w14:textId="68B3B25F" w:rsidR="00D31BD8" w:rsidRDefault="00D31BD8"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D31BD8" w:rsidRPr="001A745F" w:rsidRDefault="00D31BD8"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D31BD8" w:rsidRPr="00B27975" w:rsidRDefault="00D31BD8" w:rsidP="00B27975">
                          <w:pPr>
                            <w:spacing w:after="0"/>
                            <w:jc w:val="center"/>
                            <w:rPr>
                              <w:sz w:val="16"/>
                              <w:szCs w:val="16"/>
                            </w:rPr>
                          </w:pPr>
                        </w:p>
                        <w:p w14:paraId="4E215505" w14:textId="77777777" w:rsidR="00D31BD8" w:rsidRDefault="00D31BD8" w:rsidP="00F86097">
                          <w:pPr>
                            <w:spacing w:before="120"/>
                            <w:jc w:val="center"/>
                            <w:rPr>
                              <w:rFonts w:ascii="Proba Pro" w:hAnsi="Proba Pro"/>
                            </w:rPr>
                          </w:pPr>
                        </w:p>
                        <w:p w14:paraId="6FC7855E" w14:textId="77777777" w:rsidR="00D31BD8" w:rsidRDefault="00D31BD8" w:rsidP="00932BD9">
                          <w:pPr>
                            <w:jc w:val="center"/>
                            <w:rPr>
                              <w:rFonts w:ascii="Proba Pro" w:hAnsi="Proba Pro"/>
                            </w:rPr>
                          </w:pPr>
                        </w:p>
                        <w:p w14:paraId="54545E35" w14:textId="77777777" w:rsidR="00D31BD8" w:rsidRDefault="00D31BD8" w:rsidP="00932BD9">
                          <w:pPr>
                            <w:jc w:val="center"/>
                            <w:rPr>
                              <w:rFonts w:ascii="Proba Pro" w:hAnsi="Proba Pro"/>
                            </w:rPr>
                          </w:pPr>
                        </w:p>
                        <w:p w14:paraId="43AF0938" w14:textId="77777777" w:rsidR="00D31BD8" w:rsidRPr="00932BD9" w:rsidRDefault="00D31BD8"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D31BD8" w:rsidRDefault="00D31BD8" w:rsidP="00B27975">
                    <w:pPr>
                      <w:spacing w:after="0"/>
                      <w:jc w:val="center"/>
                      <w:rPr>
                        <w:bCs/>
                        <w:sz w:val="16"/>
                        <w:szCs w:val="16"/>
                        <w:lang w:val="cs-CZ"/>
                      </w:rPr>
                    </w:pPr>
                  </w:p>
                  <w:p w14:paraId="3E0A6CD4" w14:textId="68B3B25F" w:rsidR="00D31BD8" w:rsidRDefault="00D31BD8"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D31BD8" w:rsidRPr="001A745F" w:rsidRDefault="00D31BD8"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D31BD8" w:rsidRPr="00B27975" w:rsidRDefault="00D31BD8" w:rsidP="00B27975">
                    <w:pPr>
                      <w:spacing w:after="0"/>
                      <w:jc w:val="center"/>
                      <w:rPr>
                        <w:sz w:val="16"/>
                        <w:szCs w:val="16"/>
                      </w:rPr>
                    </w:pPr>
                  </w:p>
                  <w:p w14:paraId="4E215505" w14:textId="77777777" w:rsidR="00D31BD8" w:rsidRDefault="00D31BD8" w:rsidP="00F86097">
                    <w:pPr>
                      <w:spacing w:before="120"/>
                      <w:jc w:val="center"/>
                      <w:rPr>
                        <w:rFonts w:ascii="Proba Pro" w:hAnsi="Proba Pro"/>
                      </w:rPr>
                    </w:pPr>
                  </w:p>
                  <w:p w14:paraId="6FC7855E" w14:textId="77777777" w:rsidR="00D31BD8" w:rsidRDefault="00D31BD8" w:rsidP="00932BD9">
                    <w:pPr>
                      <w:jc w:val="center"/>
                      <w:rPr>
                        <w:rFonts w:ascii="Proba Pro" w:hAnsi="Proba Pro"/>
                      </w:rPr>
                    </w:pPr>
                  </w:p>
                  <w:p w14:paraId="54545E35" w14:textId="77777777" w:rsidR="00D31BD8" w:rsidRDefault="00D31BD8" w:rsidP="00932BD9">
                    <w:pPr>
                      <w:jc w:val="center"/>
                      <w:rPr>
                        <w:rFonts w:ascii="Proba Pro" w:hAnsi="Proba Pro"/>
                      </w:rPr>
                    </w:pPr>
                  </w:p>
                  <w:p w14:paraId="43AF0938" w14:textId="77777777" w:rsidR="00D31BD8" w:rsidRPr="00932BD9" w:rsidRDefault="00D31BD8"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D31BD8" w:rsidRDefault="00D31BD8"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D31BD8" w:rsidRDefault="00D31BD8"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D31BD8" w:rsidRDefault="00D31BD8"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D31BD8" w:rsidRPr="00E465D8" w:rsidRDefault="00D31BD8"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31BD8" w:rsidRDefault="00D31BD8" w:rsidP="00785BCA">
                          <w:pPr>
                            <w:spacing w:before="120"/>
                            <w:jc w:val="center"/>
                            <w:rPr>
                              <w:rFonts w:ascii="Proba Pro" w:hAnsi="Proba Pro"/>
                            </w:rPr>
                          </w:pPr>
                        </w:p>
                        <w:p w14:paraId="064EF01A" w14:textId="77777777" w:rsidR="00D31BD8" w:rsidRDefault="00D31BD8" w:rsidP="00785BCA">
                          <w:pPr>
                            <w:jc w:val="center"/>
                            <w:rPr>
                              <w:rFonts w:ascii="Proba Pro" w:hAnsi="Proba Pro"/>
                            </w:rPr>
                          </w:pPr>
                        </w:p>
                        <w:p w14:paraId="1D5DC554" w14:textId="77777777" w:rsidR="00D31BD8" w:rsidRDefault="00D31BD8" w:rsidP="00785BCA">
                          <w:pPr>
                            <w:jc w:val="center"/>
                            <w:rPr>
                              <w:rFonts w:ascii="Proba Pro" w:hAnsi="Proba Pro"/>
                            </w:rPr>
                          </w:pPr>
                        </w:p>
                        <w:p w14:paraId="3167DD9D" w14:textId="77777777" w:rsidR="00D31BD8" w:rsidRPr="00932BD9" w:rsidRDefault="00D31BD8"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D31BD8" w:rsidRDefault="00D31BD8"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D31BD8" w:rsidRPr="00E465D8" w:rsidRDefault="00D31BD8"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31BD8" w:rsidRDefault="00D31BD8" w:rsidP="00785BCA">
                    <w:pPr>
                      <w:spacing w:before="120"/>
                      <w:jc w:val="center"/>
                      <w:rPr>
                        <w:rFonts w:ascii="Proba Pro" w:hAnsi="Proba Pro"/>
                      </w:rPr>
                    </w:pPr>
                  </w:p>
                  <w:p w14:paraId="064EF01A" w14:textId="77777777" w:rsidR="00D31BD8" w:rsidRDefault="00D31BD8" w:rsidP="00785BCA">
                    <w:pPr>
                      <w:jc w:val="center"/>
                      <w:rPr>
                        <w:rFonts w:ascii="Proba Pro" w:hAnsi="Proba Pro"/>
                      </w:rPr>
                    </w:pPr>
                  </w:p>
                  <w:p w14:paraId="1D5DC554" w14:textId="77777777" w:rsidR="00D31BD8" w:rsidRDefault="00D31BD8" w:rsidP="00785BCA">
                    <w:pPr>
                      <w:jc w:val="center"/>
                      <w:rPr>
                        <w:rFonts w:ascii="Proba Pro" w:hAnsi="Proba Pro"/>
                      </w:rPr>
                    </w:pPr>
                  </w:p>
                  <w:p w14:paraId="3167DD9D" w14:textId="77777777" w:rsidR="00D31BD8" w:rsidRPr="00932BD9" w:rsidRDefault="00D31BD8"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D31BD8" w:rsidRPr="00B86737" w:rsidRDefault="00D31BD8"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D31BD8" w:rsidRPr="00B90118" w:rsidRDefault="00D31BD8"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D31BD8" w:rsidRDefault="00D31BD8"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D31BD8" w:rsidRDefault="00D31BD8" w:rsidP="00552DA7">
                          <w:pPr>
                            <w:spacing w:after="0"/>
                            <w:jc w:val="center"/>
                            <w:rPr>
                              <w:bCs/>
                              <w:sz w:val="16"/>
                              <w:szCs w:val="16"/>
                              <w:highlight w:val="yellow"/>
                              <w:lang w:val="cs-CZ"/>
                            </w:rPr>
                          </w:pPr>
                        </w:p>
                        <w:p w14:paraId="15C69EE6" w14:textId="4981135C" w:rsidR="00D31BD8" w:rsidRDefault="00D31BD8" w:rsidP="00D81DE4">
                          <w:pPr>
                            <w:spacing w:after="0"/>
                            <w:jc w:val="center"/>
                            <w:rPr>
                              <w:bCs/>
                              <w:sz w:val="16"/>
                              <w:szCs w:val="16"/>
                              <w:lang w:val="cs-CZ"/>
                            </w:rPr>
                          </w:pPr>
                          <w:bookmarkStart w:id="413"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3"/>
                        <w:p w14:paraId="7FCAAB40" w14:textId="77777777" w:rsidR="00D31BD8" w:rsidRPr="001A745F" w:rsidRDefault="00D31BD8" w:rsidP="00D81DE4">
                          <w:pPr>
                            <w:spacing w:after="0"/>
                            <w:jc w:val="center"/>
                            <w:rPr>
                              <w:sz w:val="16"/>
                              <w:szCs w:val="16"/>
                            </w:rPr>
                          </w:pPr>
                          <w:r w:rsidRPr="00B27975">
                            <w:rPr>
                              <w:sz w:val="16"/>
                              <w:szCs w:val="16"/>
                            </w:rPr>
                            <w:t xml:space="preserve">Verejná súťaž na obstaranie nadlimitnej zákazky: </w:t>
                          </w:r>
                          <w:bookmarkStart w:id="414" w:name="_Hlk28693002"/>
                          <w:r w:rsidRPr="001A745F">
                            <w:rPr>
                              <w:sz w:val="16"/>
                              <w:szCs w:val="16"/>
                            </w:rPr>
                            <w:t>Kanalizácia a ČOV - Kráľová pri Senci, Kostolná pri Dunaji a Hrubá Borša</w:t>
                          </w:r>
                          <w:bookmarkEnd w:id="414"/>
                        </w:p>
                        <w:p w14:paraId="32E9DEE4" w14:textId="773DB7F1" w:rsidR="00D31BD8" w:rsidRPr="00552DA7" w:rsidRDefault="00D31BD8"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D31BD8" w:rsidRDefault="00D31BD8" w:rsidP="00552DA7">
                    <w:pPr>
                      <w:spacing w:after="0"/>
                      <w:jc w:val="center"/>
                      <w:rPr>
                        <w:bCs/>
                        <w:sz w:val="16"/>
                        <w:szCs w:val="16"/>
                        <w:highlight w:val="yellow"/>
                        <w:lang w:val="cs-CZ"/>
                      </w:rPr>
                    </w:pPr>
                  </w:p>
                  <w:p w14:paraId="15C69EE6" w14:textId="4981135C" w:rsidR="00D31BD8" w:rsidRDefault="00D31BD8" w:rsidP="00D81DE4">
                    <w:pPr>
                      <w:spacing w:after="0"/>
                      <w:jc w:val="center"/>
                      <w:rPr>
                        <w:bCs/>
                        <w:sz w:val="16"/>
                        <w:szCs w:val="16"/>
                        <w:lang w:val="cs-CZ"/>
                      </w:rPr>
                    </w:pPr>
                    <w:bookmarkStart w:id="415"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5"/>
                  <w:p w14:paraId="7FCAAB40" w14:textId="77777777" w:rsidR="00D31BD8" w:rsidRPr="001A745F" w:rsidRDefault="00D31BD8" w:rsidP="00D81DE4">
                    <w:pPr>
                      <w:spacing w:after="0"/>
                      <w:jc w:val="center"/>
                      <w:rPr>
                        <w:sz w:val="16"/>
                        <w:szCs w:val="16"/>
                      </w:rPr>
                    </w:pPr>
                    <w:r w:rsidRPr="00B27975">
                      <w:rPr>
                        <w:sz w:val="16"/>
                        <w:szCs w:val="16"/>
                      </w:rPr>
                      <w:t xml:space="preserve">Verejná súťaž na obstaranie nadlimitnej zákazky: </w:t>
                    </w:r>
                    <w:bookmarkStart w:id="416" w:name="_Hlk28693002"/>
                    <w:r w:rsidRPr="001A745F">
                      <w:rPr>
                        <w:sz w:val="16"/>
                        <w:szCs w:val="16"/>
                      </w:rPr>
                      <w:t>Kanalizácia a ČOV - Kráľová pri Senci, Kostolná pri Dunaji a Hrubá Borša</w:t>
                    </w:r>
                    <w:bookmarkEnd w:id="416"/>
                  </w:p>
                  <w:p w14:paraId="32E9DEE4" w14:textId="773DB7F1" w:rsidR="00D31BD8" w:rsidRPr="00552DA7" w:rsidRDefault="00D31BD8"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087ED7" w:rsidRDefault="00087ED7" w:rsidP="005A4804">
      <w:r>
        <w:separator/>
      </w:r>
    </w:p>
  </w:footnote>
  <w:footnote w:type="continuationSeparator" w:id="0">
    <w:p w14:paraId="1680D4EF" w14:textId="77777777" w:rsidR="00087ED7" w:rsidRDefault="00087ED7" w:rsidP="005A4804">
      <w:r>
        <w:continuationSeparator/>
      </w:r>
    </w:p>
  </w:footnote>
  <w:footnote w:type="continuationNotice" w:id="1">
    <w:p w14:paraId="2242CBEC" w14:textId="77777777" w:rsidR="00087ED7" w:rsidRDefault="00087ED7"/>
  </w:footnote>
  <w:footnote w:id="2">
    <w:p w14:paraId="3F3AA46D" w14:textId="77777777" w:rsidR="00D31BD8" w:rsidRDefault="00D31BD8"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D31BD8" w:rsidRDefault="00D31BD8"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D31BD8" w:rsidRDefault="00D31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D31BD8" w:rsidRPr="00D0769C" w:rsidRDefault="00D31BD8"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D31BD8" w:rsidRDefault="00D31B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D31BD8" w:rsidRPr="00EA4A4F" w:rsidRDefault="00D31BD8"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0A4C551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1E5CF9"/>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E5CF9"/>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44249E5-BC3D-4834-AA17-E1C78017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97</TotalTime>
  <Pages>35</Pages>
  <Words>15092</Words>
  <Characters>86031</Characters>
  <Application>Microsoft Office Word</Application>
  <DocSecurity>0</DocSecurity>
  <Lines>716</Lines>
  <Paragraphs>201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100922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45</cp:revision>
  <cp:lastPrinted>2019-05-02T08:47:00Z</cp:lastPrinted>
  <dcterms:created xsi:type="dcterms:W3CDTF">2020-02-26T15:23:00Z</dcterms:created>
  <dcterms:modified xsi:type="dcterms:W3CDTF">2020-03-12T17:52:00Z</dcterms:modified>
</cp:coreProperties>
</file>